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765" w:lineRule="exact"/>
        <w:ind w:left="3777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/>
        <w:pict>
          <v:shape style="position:absolute;margin-left:48.960022pt;margin-top:-5.524132pt;width:108.480003pt;height:55.68pt;mso-position-horizontal-relative:page;mso-position-vertical-relative:paragraph;z-index:-439" type="#_x0000_t75">
            <v:imagedata r:id="rId5" o:title=""/>
          </v:shape>
        </w:pic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1"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1"/>
        </w:rPr>
        <w:t>e</w:t>
      </w:r>
      <w:r>
        <w:rPr>
          <w:rFonts w:ascii="Arial" w:hAnsi="Arial" w:cs="Arial" w:eastAsia="Arial"/>
          <w:sz w:val="69"/>
          <w:szCs w:val="69"/>
          <w:spacing w:val="24"/>
          <w:w w:val="51"/>
          <w:b/>
          <w:bCs/>
          <w:position w:val="-1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  <w:position w:val="-1"/>
        </w:rPr>
        <w:t>World</w:t>
      </w:r>
      <w:r>
        <w:rPr>
          <w:rFonts w:ascii="Arial" w:hAnsi="Arial" w:cs="Arial" w:eastAsia="Arial"/>
          <w:sz w:val="69"/>
          <w:szCs w:val="69"/>
          <w:spacing w:val="-10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  <w:position w:val="-1"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1"/>
        </w:rPr>
        <w:t>f</w:t>
      </w:r>
      <w:r>
        <w:rPr>
          <w:rFonts w:ascii="Arial" w:hAnsi="Arial" w:cs="Arial" w:eastAsia="Arial"/>
          <w:sz w:val="69"/>
          <w:szCs w:val="69"/>
          <w:spacing w:val="-8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  <w:position w:val="-1"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72" w:lineRule="exact"/>
        <w:ind w:left="2322" w:right="1502" w:firstLine="-5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3"/>
          <w:b/>
          <w:bCs/>
        </w:rPr>
        <w:t>You</w:t>
      </w:r>
      <w:r>
        <w:rPr>
          <w:rFonts w:ascii="Arial" w:hAnsi="Arial" w:cs="Arial" w:eastAsia="Arial"/>
          <w:sz w:val="61"/>
          <w:szCs w:val="61"/>
          <w:spacing w:val="0"/>
          <w:w w:val="123"/>
          <w:b/>
          <w:bCs/>
        </w:rPr>
        <w:t>r</w:t>
      </w:r>
      <w:r>
        <w:rPr>
          <w:rFonts w:ascii="Arial" w:hAnsi="Arial" w:cs="Arial" w:eastAsia="Arial"/>
          <w:sz w:val="61"/>
          <w:szCs w:val="61"/>
          <w:spacing w:val="-65"/>
          <w:w w:val="123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3"/>
          <w:b/>
          <w:bCs/>
        </w:rPr>
        <w:t>Dog</w:t>
      </w:r>
      <w:r>
        <w:rPr>
          <w:rFonts w:ascii="Arial" w:hAnsi="Arial" w:cs="Arial" w:eastAsia="Arial"/>
          <w:sz w:val="61"/>
          <w:szCs w:val="61"/>
          <w:spacing w:val="32"/>
          <w:w w:val="123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61"/>
          <w:szCs w:val="61"/>
          <w:spacing w:val="169"/>
          <w:w w:val="100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15"/>
          <w:b/>
          <w:bCs/>
        </w:rPr>
        <w:t>.Java.</w:t>
      </w:r>
      <w:r>
        <w:rPr>
          <w:rFonts w:ascii="Arial" w:hAnsi="Arial" w:cs="Arial" w:eastAsia="Arial"/>
          <w:sz w:val="61"/>
          <w:szCs w:val="61"/>
          <w:spacing w:val="0"/>
          <w:w w:val="115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3"/>
          <w:b/>
          <w:bCs/>
        </w:rPr>
        <w:t>An</w:t>
      </w:r>
      <w:r>
        <w:rPr>
          <w:rFonts w:ascii="Arial" w:hAnsi="Arial" w:cs="Arial" w:eastAsia="Arial"/>
          <w:sz w:val="61"/>
          <w:szCs w:val="61"/>
          <w:spacing w:val="0"/>
          <w:w w:val="123"/>
          <w:b/>
          <w:bCs/>
        </w:rPr>
        <w:t>y</w:t>
      </w:r>
      <w:r>
        <w:rPr>
          <w:rFonts w:ascii="Arial" w:hAnsi="Arial" w:cs="Arial" w:eastAsia="Arial"/>
          <w:sz w:val="61"/>
          <w:szCs w:val="61"/>
          <w:spacing w:val="-76"/>
          <w:w w:val="123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3"/>
          <w:b/>
          <w:bCs/>
        </w:rPr>
        <w:t>Questions?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3" w:lineRule="exact"/>
        <w:ind w:left="2337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6"/>
          <w:szCs w:val="26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8"/>
          <w:b/>
          <w:bCs/>
          <w:position w:val="-1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88"/>
          <w:b/>
          <w:bCs/>
          <w:position w:val="-1"/>
        </w:rPr>
        <w:t>R</w:t>
      </w:r>
      <w:r>
        <w:rPr>
          <w:rFonts w:ascii="Arial" w:hAnsi="Arial" w:cs="Arial" w:eastAsia="Arial"/>
          <w:sz w:val="26"/>
          <w:szCs w:val="26"/>
          <w:spacing w:val="0"/>
          <w:w w:val="88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3"/>
          <w:w w:val="88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60"/>
          <w:pgMar w:top="460" w:bottom="280" w:left="860" w:right="480"/>
        </w:sectPr>
      </w:pPr>
      <w:rPr/>
    </w:p>
    <w:p>
      <w:pPr>
        <w:spacing w:before="54" w:after="0" w:line="220" w:lineRule="exact"/>
        <w:ind w:left="1031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1.119995pt;margin-top:3.48pt;width:130.559998pt;height:205.800029pt;mso-position-horizontal-relative:page;mso-position-vertical-relative:page;z-index:-438" coordorigin="422,70" coordsize="2611,4116">
            <v:shape style="position:absolute;left:422;top:1843;width:2611;height:2342" type="#_x0000_t75">
              <v:imagedata r:id="rId6" o:title=""/>
            </v:shape>
            <v:group style="position:absolute;left:566;top:134;width:2;height:1709" coordorigin="566,134" coordsize="2,1709">
              <v:shape style="position:absolute;left:566;top:134;width:2;height:1709" coordorigin="566,134" coordsize="0,1709" path="m566,1843l566,134e" filled="f" stroked="t" strokeweight="6.4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4.719999pt;margin-top:780pt;width:565.919993pt;height:58.560001pt;mso-position-horizontal-relative:page;mso-position-vertical-relative:page;z-index:-436" coordorigin="494,15600" coordsize="11318,1171">
            <v:group style="position:absolute;left:499;top:15617;width:11309;height:2" coordorigin="499,15617" coordsize="11309,2">
              <v:shape style="position:absolute;left:499;top:15617;width:11309;height:2" coordorigin="499,15617" coordsize="11309,0" path="m499,15617l11808,15617e" filled="f" stroked="t" strokeweight=".48pt" strokecolor="#000000">
                <v:path arrowok="t"/>
              </v:shape>
            </v:group>
            <v:group style="position:absolute;left:11789;top:15610;width:2;height:1152" coordorigin="11789,15610" coordsize="2,1152">
              <v:shape style="position:absolute;left:11789;top:15610;width:2;height:1152" coordorigin="11789,15610" coordsize="0,1152" path="m11789,16762l11789,15610e" filled="f" stroked="t" strokeweight=".96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5.258675pt;margin-top:3.433207pt;width:12.261343pt;height:37.5pt;mso-position-horizontal-relative:page;mso-position-vertical-relative:paragraph;z-index:-435" type="#_x0000_t202" filled="f" stroked="f">
            <v:textbox inset="0,0,0,0">
              <w:txbxContent>
                <w:p>
                  <w:pPr>
                    <w:spacing w:before="0" w:after="0" w:line="750" w:lineRule="exact"/>
                    <w:ind w:right="-153"/>
                    <w:jc w:val="left"/>
                    <w:rPr>
                      <w:rFonts w:ascii="Arial" w:hAnsi="Arial" w:cs="Arial" w:eastAsia="Arial"/>
                      <w:sz w:val="75"/>
                      <w:szCs w:val="75"/>
                    </w:rPr>
                  </w:pPr>
                  <w:rPr/>
                  <w:r>
                    <w:rPr>
                      <w:rFonts w:ascii="Arial" w:hAnsi="Arial" w:cs="Arial" w:eastAsia="Arial"/>
                      <w:sz w:val="75"/>
                      <w:szCs w:val="75"/>
                      <w:spacing w:val="-289"/>
                      <w:w w:val="30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75"/>
                      <w:szCs w:val="75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dogs.</w:t>
      </w:r>
      <w:r>
        <w:rPr>
          <w:rFonts w:ascii="Times New Roman" w:hAnsi="Times New Roman" w:cs="Times New Roman" w:eastAsia="Times New Roman"/>
          <w:sz w:val="20"/>
          <w:szCs w:val="20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turn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computer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652" w:right="-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"dog".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cutest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652" w:right="195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"woof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woof".</w:t>
      </w:r>
    </w:p>
    <w:p>
      <w:pPr>
        <w:spacing w:before="0" w:after="0" w:line="221" w:lineRule="exact"/>
        <w:ind w:left="878" w:right="-5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auto"/>
        <w:ind w:left="638" w:right="-4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computer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"dog",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get:</w:t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772" w:right="-37" w:firstLine="-115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SYS1041:</w:t>
      </w:r>
      <w:r>
        <w:rPr>
          <w:rFonts w:ascii="Courier New" w:hAnsi="Courier New" w:cs="Courier New" w:eastAsia="Courier New"/>
          <w:sz w:val="17"/>
          <w:szCs w:val="17"/>
          <w:spacing w:val="-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7"/>
          <w:szCs w:val="17"/>
          <w:spacing w:val="-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17"/>
          <w:szCs w:val="17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specified</w:t>
      </w:r>
      <w:r>
        <w:rPr>
          <w:rFonts w:ascii="Courier New" w:hAnsi="Courier New" w:cs="Courier New" w:eastAsia="Courier New"/>
          <w:sz w:val="17"/>
          <w:szCs w:val="17"/>
          <w:spacing w:val="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17"/>
          <w:szCs w:val="17"/>
          <w:spacing w:val="-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recognized</w:t>
      </w:r>
      <w:r>
        <w:rPr>
          <w:rFonts w:ascii="Courier New" w:hAnsi="Courier New" w:cs="Courier New" w:eastAsia="Courier New"/>
          <w:sz w:val="17"/>
          <w:szCs w:val="17"/>
          <w:spacing w:val="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as</w:t>
      </w:r>
      <w:r>
        <w:rPr>
          <w:rFonts w:ascii="Courier New" w:hAnsi="Courier New" w:cs="Courier New" w:eastAsia="Courier New"/>
          <w:sz w:val="17"/>
          <w:szCs w:val="17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an</w:t>
      </w:r>
      <w:r>
        <w:rPr>
          <w:rFonts w:ascii="Courier New" w:hAnsi="Courier New" w:cs="Courier New" w:eastAsia="Courier New"/>
          <w:sz w:val="17"/>
          <w:szCs w:val="17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internal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or</w:t>
      </w:r>
      <w:r>
        <w:rPr>
          <w:rFonts w:ascii="Courier New" w:hAnsi="Courier New" w:cs="Courier New" w:eastAsia="Courier New"/>
          <w:sz w:val="17"/>
          <w:szCs w:val="17"/>
          <w:spacing w:val="-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external</w:t>
      </w:r>
      <w:r>
        <w:rPr>
          <w:rFonts w:ascii="Courier New" w:hAnsi="Courier New" w:cs="Courier New" w:eastAsia="Courier New"/>
          <w:sz w:val="17"/>
          <w:szCs w:val="17"/>
          <w:spacing w:val="-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4"/>
        </w:rPr>
        <w:t>command</w:t>
      </w:r>
      <w:r>
        <w:rPr>
          <w:rFonts w:ascii="Courier New" w:hAnsi="Courier New" w:cs="Courier New" w:eastAsia="Courier New"/>
          <w:sz w:val="17"/>
          <w:szCs w:val="17"/>
          <w:spacing w:val="13"/>
          <w:w w:val="104"/>
        </w:rPr>
        <w:t>,</w:t>
      </w:r>
      <w:r>
        <w:rPr>
          <w:rFonts w:ascii="Courier New" w:hAnsi="Courier New" w:cs="Courier New" w:eastAsia="Courier New"/>
          <w:sz w:val="17"/>
          <w:szCs w:val="17"/>
          <w:spacing w:val="0"/>
          <w:w w:val="103"/>
        </w:rPr>
        <w:t>oper­</w:t>
      </w:r>
      <w:r>
        <w:rPr>
          <w:rFonts w:ascii="Courier New" w:hAnsi="Courier New" w:cs="Courier New" w:eastAsia="Courier New"/>
          <w:sz w:val="17"/>
          <w:szCs w:val="17"/>
          <w:spacing w:val="0"/>
          <w:w w:val="103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able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program</w:t>
      </w:r>
      <w:r>
        <w:rPr>
          <w:rFonts w:ascii="Courier New" w:hAnsi="Courier New" w:cs="Courier New" w:eastAsia="Courier New"/>
          <w:sz w:val="17"/>
          <w:szCs w:val="17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or</w:t>
      </w:r>
      <w:r>
        <w:rPr>
          <w:rFonts w:ascii="Courier New" w:hAnsi="Courier New" w:cs="Courier New" w:eastAsia="Courier New"/>
          <w:sz w:val="17"/>
          <w:szCs w:val="17"/>
          <w:spacing w:val="-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batch</w:t>
      </w:r>
      <w:r>
        <w:rPr>
          <w:rFonts w:ascii="Courier New" w:hAnsi="Courier New" w:cs="Courier New" w:eastAsia="Courier New"/>
          <w:sz w:val="17"/>
          <w:szCs w:val="17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3"/>
        </w:rPr>
        <w:t>file.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20" w:lineRule="exact"/>
        <w:ind w:left="638" w:right="-54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placin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dog.exe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personal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compute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feelin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download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dog.exe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reassurin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"woof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woof".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878" w:right="-6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642" w:right="-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luck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642" w:right="15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conditions: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2" w:lineRule="exact"/>
        <w:ind w:left="878" w:right="-54" w:firstLine="-23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1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compatible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machine.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5" w:after="0" w:line="216" w:lineRule="exact"/>
        <w:ind w:left="882" w:right="-39" w:firstLine="-24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1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instead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you-know-what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</w:p>
    <w:p>
      <w:pPr>
        <w:spacing w:before="5" w:after="0" w:line="216" w:lineRule="exact"/>
        <w:ind w:left="882" w:right="-34" w:firstLine="-24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2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installed.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6" w:lineRule="auto"/>
        <w:ind w:left="642" w:right="-49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Wouldn't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nice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down­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while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doggy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thing?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88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642" w:right="-43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thousand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person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hours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applica­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wouldn't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4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5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65"/>
        </w:rPr>
        <w:t>t</w:t>
      </w:r>
      <w:r>
        <w:rPr>
          <w:rFonts w:ascii="Arial" w:hAnsi="Arial" w:cs="Arial" w:eastAsia="Arial"/>
          <w:sz w:val="17"/>
          <w:szCs w:val="17"/>
          <w:spacing w:val="-19"/>
          <w:w w:val="16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nice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sell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everywhere?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62" w:right="197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46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10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2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3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7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8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30"/>
          <w:w w:val="13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6"/>
        </w:rPr>
        <w:t>J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56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6"/>
        </w:rPr>
        <w:t>U</w:t>
      </w:r>
      <w:r>
        <w:rPr>
          <w:rFonts w:ascii="Arial" w:hAnsi="Arial" w:cs="Arial" w:eastAsia="Arial"/>
          <w:sz w:val="15"/>
          <w:szCs w:val="15"/>
          <w:spacing w:val="22"/>
          <w:w w:val="56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6"/>
        </w:rPr>
        <w:t>N</w:t>
      </w:r>
      <w:r>
        <w:rPr>
          <w:rFonts w:ascii="Arial" w:hAnsi="Arial" w:cs="Arial" w:eastAsia="Arial"/>
          <w:sz w:val="15"/>
          <w:szCs w:val="15"/>
          <w:spacing w:val="21"/>
          <w:w w:val="56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6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6"/>
        </w:rPr>
        <w:t>    </w:t>
      </w:r>
      <w:r>
        <w:rPr>
          <w:rFonts w:ascii="Arial" w:hAnsi="Arial" w:cs="Arial" w:eastAsia="Arial"/>
          <w:sz w:val="15"/>
          <w:szCs w:val="15"/>
          <w:spacing w:val="7"/>
          <w:w w:val="56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1</w:t>
      </w:r>
      <w:r>
        <w:rPr>
          <w:rFonts w:ascii="Arial" w:hAnsi="Arial" w:cs="Arial" w:eastAsia="Arial"/>
          <w:sz w:val="15"/>
          <w:szCs w:val="15"/>
          <w:spacing w:val="22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9</w:t>
      </w:r>
      <w:r>
        <w:rPr>
          <w:rFonts w:ascii="Arial" w:hAnsi="Arial" w:cs="Arial" w:eastAsia="Arial"/>
          <w:sz w:val="15"/>
          <w:szCs w:val="15"/>
          <w:spacing w:val="16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9</w:t>
      </w:r>
      <w:r>
        <w:rPr>
          <w:rFonts w:ascii="Arial" w:hAnsi="Arial" w:cs="Arial" w:eastAsia="Arial"/>
          <w:sz w:val="15"/>
          <w:szCs w:val="15"/>
          <w:spacing w:val="18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5" w:after="0" w:line="232" w:lineRule="auto"/>
        <w:ind w:left="5" w:right="-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wouldn't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MVS,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Macintosh,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soon?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" w:right="1097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w w:val="131"/>
          <w:b/>
          <w:bCs/>
        </w:rPr>
        <w:t>Smell</w:t>
      </w:r>
      <w:r>
        <w:rPr>
          <w:rFonts w:ascii="Arial" w:hAnsi="Arial" w:cs="Arial" w:eastAsia="Arial"/>
          <w:sz w:val="19"/>
          <w:szCs w:val="19"/>
          <w:spacing w:val="-3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th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8"/>
          <w:w w:val="14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coffee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9" w:lineRule="exact"/>
        <w:ind w:right="-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0" w:right="-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30" w:lineRule="auto"/>
        <w:ind w:right="-53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feature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self-respectin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years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column.'Unlike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languages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unprecedente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with­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community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even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official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3"/>
        </w:rPr>
        <w:t>If</w:t>
      </w:r>
      <w:r>
        <w:rPr>
          <w:rFonts w:ascii="Arial" w:hAnsi="Arial" w:cs="Arial" w:eastAsia="Arial"/>
          <w:sz w:val="18"/>
          <w:szCs w:val="18"/>
          <w:spacing w:val="-25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interested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sites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describe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Table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1.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" w:after="0" w:line="220" w:lineRule="exact"/>
        <w:ind w:right="-54" w:firstLine="24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focused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within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3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browsers;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current­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bt'!in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written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independence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historic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feature.</w:t>
      </w:r>
    </w:p>
    <w:p>
      <w:pPr>
        <w:spacing w:before="1" w:after="0" w:line="220" w:lineRule="exact"/>
        <w:ind w:left="5" w:right="-45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Decembe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announce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license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Java,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9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tech­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5" w:right="-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241.920013pt;margin-top:21.079983pt;width:324.480011pt;height:116.160004pt;mso-position-horizontal-relative:page;mso-position-vertical-relative:paragraph;z-index:-437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AIX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operating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4" w:after="0" w:line="240" w:lineRule="auto"/>
        <w:ind w:left="19" w:right="8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Windows</w:t>
      </w:r>
    </w:p>
    <w:p>
      <w:pPr>
        <w:spacing w:before="0" w:after="0" w:line="221" w:lineRule="exact"/>
        <w:ind w:left="19" w:right="8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3.1,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9" w:right="4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9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9" w:right="77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fulfille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promise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column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left="19" w:right="73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hyperlink r:id="rId8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2"/>
            <w:i/>
          </w:rPr>
          <w:t>http://ncc.hursley.ibm.</w:t>
        </w:r>
      </w:hyperlink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com/javainfo/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downloa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beta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right="217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</w:p>
    <w:p>
      <w:pPr>
        <w:spacing w:before="0" w:after="0" w:line="216" w:lineRule="exact"/>
        <w:ind w:left="2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3"/>
        </w:rPr>
        <w:t>If</w:t>
      </w:r>
      <w:r>
        <w:rPr>
          <w:rFonts w:ascii="Arial" w:hAnsi="Arial" w:cs="Arial" w:eastAsia="Arial"/>
          <w:sz w:val="18"/>
          <w:szCs w:val="18"/>
          <w:spacing w:val="-35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instal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2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4" w:right="8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HPFS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partition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option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DOS-style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8.3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names.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9" w:right="82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actual]ava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feelin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4" w:right="73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b/>
          <w:bCs/>
        </w:rPr>
        <w:t>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  <w:b/>
          <w:bCs/>
        </w:rPr>
        <w:t>setFood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2" w:lineRule="auto"/>
        <w:ind w:left="14" w:right="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5"/>
        </w:rPr>
        <w:t>l:&gt;ar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5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7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animal.java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dog.jav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8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ind w:left="10" w:right="71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behavior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implemented.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17"/>
          <w:szCs w:val="17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mal.jav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dog.jav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keyword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b/>
          <w:bCs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defin­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implementations.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irtterface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clients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behavior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25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60" w:bottom="280" w:left="860" w:right="480"/>
          <w:cols w:num="3" w:equalWidth="0">
            <w:col w:w="3726" w:space="277"/>
            <w:col w:w="3082" w:space="273"/>
            <w:col w:w="3222"/>
          </w:cols>
        </w:sectPr>
      </w:pPr>
      <w:rPr/>
    </w:p>
    <w:p>
      <w:pPr>
        <w:spacing w:before="6" w:after="0" w:line="778" w:lineRule="exact"/>
        <w:ind w:left="3218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69"/>
          <w:szCs w:val="69"/>
          <w:spacing w:val="37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69"/>
          <w:szCs w:val="69"/>
          <w:spacing w:val="-9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  <w:position w:val="-2"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2"/>
        </w:rPr>
        <w:t>f</w:t>
      </w:r>
      <w:r>
        <w:rPr>
          <w:rFonts w:ascii="Arial" w:hAnsi="Arial" w:cs="Arial" w:eastAsia="Arial"/>
          <w:sz w:val="69"/>
          <w:szCs w:val="69"/>
          <w:spacing w:val="-8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  <w:position w:val="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820" w:bottom="280" w:left="1120" w:right="720"/>
        </w:sectPr>
      </w:pPr>
      <w:rPr/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w w:val="129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29"/>
          <w:b/>
          <w:bCs/>
        </w:rPr>
        <w:t>Listin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29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29"/>
          <w:b/>
          <w:bCs/>
        </w:rPr>
        <w:t>g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-22"/>
          <w:w w:val="129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4"/>
          <w:b/>
          <w:bCs/>
        </w:rPr>
        <w:t>Interfac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4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4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14"/>
          <w:w w:val="134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4"/>
          <w:b/>
          <w:bCs/>
        </w:rPr>
        <w:t>files.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34"/>
          <w:b/>
          <w:bCs/>
        </w:rPr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30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indi­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keywor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extends.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meaning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behavior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own.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374" w:right="-6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4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848" w:right="-54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unfortunate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cept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descrip­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independent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useful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Describin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pub­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well-docu­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tributin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distributing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natural.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848" w:right="-39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61.440002pt;margin-top:-103.486588pt;width:204.479996pt;height:129.600006pt;mso-position-horizontal-relative:page;mso-position-vertical-relative:paragraph;z-index:-434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-3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1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except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interfaces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aren't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-37" w:firstLine="23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static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9" w:after="0" w:line="220" w:lineRule="exact"/>
        <w:ind w:left="10" w:right="85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It's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actual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default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6" w:lineRule="exact"/>
        <w:ind w:left="14" w:right="93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test::mai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declares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Pooh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while</w:t>
      </w:r>
    </w:p>
    <w:p>
      <w:pPr>
        <w:spacing w:before="1" w:after="0" w:line="220" w:lineRule="exact"/>
        <w:ind w:left="5" w:right="91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Snoopy,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Lassie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interfaces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won'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used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97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instantiation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directive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Pooh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become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animal_implementation,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Snoopy,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Lassie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60" w:bottom="280" w:left="1120" w:right="720"/>
          <w:cols w:num="3" w:equalWidth="0">
            <w:col w:w="3203" w:space="288"/>
            <w:col w:w="3085" w:space="272"/>
            <w:col w:w="3232"/>
          </w:cols>
        </w:sectPr>
      </w:pPr>
      <w:rPr/>
    </w:p>
    <w:p>
      <w:pPr>
        <w:spacing w:before="5" w:after="0" w:line="220" w:lineRule="exact"/>
        <w:ind w:left="125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6.943215pt;margin-top:5.513275pt;width:97.205015pt;height:644.384453pt;mso-position-horizontal-relative:page;mso-position-vertical-relative:page;z-index:-433" coordorigin="139,110" coordsize="1944,12888">
            <v:group style="position:absolute;left:148;top:132;width:1925;height:2" coordorigin="148,132" coordsize="1925,2">
              <v:shape style="position:absolute;left:148;top:132;width:1925;height:2" coordorigin="148,132" coordsize="1925,0" path="m148,132l2073,132e" filled="f" stroked="t" strokeweight=".957685pt" strokecolor="#000000">
                <v:path arrowok="t"/>
              </v:shape>
            </v:group>
            <v:group style="position:absolute;left:534;top:120;width:2;height:12869" coordorigin="534,120" coordsize="2,12869">
              <v:shape style="position:absolute;left:534;top:120;width:2;height:12869" coordorigin="534,120" coordsize="0,12869" path="m534,12988l534,120e" filled="f" stroked="t" strokeweight=".95768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4.899807pt;margin-top:789.179626pt;width:59.376462pt;height:.1pt;mso-position-horizontal-relative:page;mso-position-vertical-relative:page;z-index:-432" coordorigin="498,15784" coordsize="1188,2">
            <v:shape style="position:absolute;left:498;top:15784;width:1188;height:2" coordorigin="498,15784" coordsize="1188,0" path="m498,15784l1686,15784e" filled="f" stroked="t" strokeweight=".239421pt" strokecolor="#000000">
              <v:path arrowok="t"/>
            </v:shape>
          </v:group>
          <w10:wrap type="none"/>
        </w:pict>
      </w:r>
      <w:r>
        <w:rPr/>
        <w:pict>
          <v:group style="position:absolute;margin-left:534.148743pt;margin-top:7.430478pt;width:56.263987pt;height:.1pt;mso-position-horizontal-relative:page;mso-position-vertical-relative:page;z-index:-431" coordorigin="10683,149" coordsize="1125,2">
            <v:shape style="position:absolute;left:10683;top:149;width:1125;height:2" coordorigin="10683,149" coordsize="1125,0" path="m10683,149l11808,149e" filled="f" stroked="t" strokeweight=".71826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interface.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animal_implemen­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dog_implemen­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littleDog_implementation,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bigDog_implementatio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es-three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keywor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interface.</w:t>
      </w:r>
    </w:p>
    <w:p>
      <w:pPr>
        <w:spacing w:before="0" w:after="0" w:line="220" w:lineRule="exact"/>
        <w:ind w:left="125" w:right="-45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dog_implementatio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which,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remember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keyword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implements,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0" w:right="-50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1"/>
        </w:rPr>
        <w:t>_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animal_implementation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setFoo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implementations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25" w:right="-3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animal_implementation.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20" w:right="-36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littleDog_implementatio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bigDog_implementatio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dog_implementatio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overriding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25" w:right="16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method.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auto"/>
        <w:ind w:left="111" w:right="-47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optional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writer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inheritance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think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w w:val="129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  <w:t>Listin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  <w:t>g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-33"/>
          <w:w w:val="133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  <w:t>2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-6"/>
          <w:w w:val="133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  <w:t>Implementatio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3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-27"/>
          <w:w w:val="133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35"/>
          <w:b/>
          <w:bCs/>
        </w:rPr>
        <w:t>program.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35"/>
          <w:b/>
          <w:bCs/>
        </w:rPr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4.480021pt;height:371.52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99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3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4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8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3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9"/>
        </w:rPr>
        <w:t>J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7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11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N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15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    </w:t>
      </w:r>
      <w:r>
        <w:rPr>
          <w:rFonts w:ascii="Arial" w:hAnsi="Arial" w:cs="Arial" w:eastAsia="Arial"/>
          <w:sz w:val="15"/>
          <w:szCs w:val="15"/>
          <w:spacing w:val="8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81"/>
        </w:rPr>
        <w:t>l</w:t>
      </w:r>
      <w:r>
        <w:rPr>
          <w:rFonts w:ascii="Arial" w:hAnsi="Arial" w:cs="Arial" w:eastAsia="Arial"/>
          <w:sz w:val="15"/>
          <w:szCs w:val="15"/>
          <w:spacing w:val="-32"/>
          <w:w w:val="18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9</w:t>
      </w:r>
      <w:r>
        <w:rPr>
          <w:rFonts w:ascii="Arial" w:hAnsi="Arial" w:cs="Arial" w:eastAsia="Arial"/>
          <w:sz w:val="15"/>
          <w:szCs w:val="15"/>
          <w:spacing w:val="25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    </w:t>
      </w:r>
      <w:r>
        <w:rPr>
          <w:rFonts w:ascii="Arial" w:hAnsi="Arial" w:cs="Arial" w:eastAsia="Arial"/>
          <w:sz w:val="15"/>
          <w:szCs w:val="15"/>
          <w:spacing w:val="17"/>
          <w:w w:val="65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3"/>
          <w:b/>
          <w:bCs/>
        </w:rPr>
        <w:t>47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60" w:bottom="280" w:left="1120" w:right="720"/>
          <w:cols w:num="2" w:equalWidth="0">
            <w:col w:w="3204" w:space="265"/>
            <w:col w:w="6611"/>
          </w:cols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7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92.480033pt;height:33.6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jc w:val="left"/>
        <w:spacing w:after="0"/>
        <w:sectPr>
          <w:pgSz w:w="11920" w:h="16860"/>
          <w:pgMar w:top="60" w:bottom="280" w:left="420" w:right="460"/>
        </w:sectPr>
      </w:pPr>
      <w:rPr/>
    </w:p>
    <w:p>
      <w:pPr>
        <w:spacing w:before="49" w:after="0" w:line="220" w:lineRule="exact"/>
        <w:ind w:left="1092" w:right="53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4.719999pt;margin-top:4.8pt;width:565.919993pt;height:833.760024pt;mso-position-horizontal-relative:page;mso-position-vertical-relative:page;z-index:-430" coordorigin="494,96" coordsize="11318,16675">
            <v:shape style="position:absolute;left:518;top:2803;width:211;height:2227" type="#_x0000_t75">
              <v:imagedata r:id="rId12" o:title=""/>
            </v:shape>
            <v:group style="position:absolute;left:557;top:134;width:2;height:15514" coordorigin="557,134" coordsize="2,15514">
              <v:shape style="position:absolute;left:557;top:134;width:2;height:15514" coordorigin="557,134" coordsize="0,15514" path="m557,15648l557,134e" filled="f" stroked="t" strokeweight="3.84pt" strokecolor="#000000">
                <v:path arrowok="t"/>
              </v:shape>
            </v:group>
            <v:group style="position:absolute;left:499;top:15622;width:11309;height:2" coordorigin="499,15622" coordsize="11309,2">
              <v:shape style="position:absolute;left:499;top:15622;width:11309;height:2" coordorigin="499,15622" coordsize="11309,0" path="m499,15622l11808,15622e" filled="f" stroked="t" strokeweight=".48pt" strokecolor="#000000">
                <v:path arrowok="t"/>
              </v:shape>
            </v:group>
            <v:group style="position:absolute;left:11789;top:15610;width:2;height:1152" coordorigin="11789,15610" coordsize="2,1152">
              <v:shape style="position:absolute;left:11789;top:15610;width:2;height:1152" coordorigin="11789,15610" coordsize="0,1152" path="m11789,16762l11789,15610e" filled="f" stroked="t" strokeweight=".96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07.359985pt;margin-top:3.330018pt;width:229.440002pt;height:450.23999pt;mso-position-horizontal-relative:page;mso-position-vertical-relative:paragraph;z-index:-429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dog_implementation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big­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Dog_implementation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lit­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tleDog_implementations,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respectively-all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interface.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87" w:right="540" w:firstLine="2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pointers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auto­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matic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management.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87" w:right="528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setFood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requires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code:</w:t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06" w:right="1593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food</w:t>
      </w:r>
      <w:r>
        <w:rPr>
          <w:rFonts w:ascii="Courier New" w:hAnsi="Courier New" w:cs="Courier New" w:eastAsia="Courier New"/>
          <w:sz w:val="16"/>
          <w:szCs w:val="16"/>
          <w:spacing w:val="29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-4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9"/>
        </w:rPr>
        <w:t>myfood;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92" w:right="8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11" w:right="749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9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(!food)</w:t>
      </w:r>
      <w:r>
        <w:rPr>
          <w:rFonts w:ascii="Courier New" w:hAnsi="Courier New" w:cs="Courier New" w:eastAsia="Courier New"/>
          <w:sz w:val="16"/>
          <w:szCs w:val="16"/>
          <w:spacing w:val="39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10"/>
        </w:rPr>
        <w:t>free(food);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</w:r>
    </w:p>
    <w:p>
      <w:pPr>
        <w:spacing w:before="39" w:after="0" w:line="240" w:lineRule="auto"/>
        <w:ind w:left="1106" w:right="1482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12"/>
        </w:rPr>
        <w:t>food=</w:t>
      </w:r>
      <w:r>
        <w:rPr>
          <w:rFonts w:ascii="Courier New" w:hAnsi="Courier New" w:cs="Courier New" w:eastAsia="Courier New"/>
          <w:sz w:val="16"/>
          <w:szCs w:val="16"/>
          <w:spacing w:val="56"/>
          <w:w w:val="112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12"/>
        </w:rPr>
        <w:t>&lt;string)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</w:r>
    </w:p>
    <w:p>
      <w:pPr>
        <w:spacing w:before="39" w:after="0" w:line="240" w:lineRule="auto"/>
        <w:ind w:left="1828" w:right="926"/>
        <w:jc w:val="center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7"/>
        </w:rPr>
        <w:t>malloc(strlen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</w:r>
    </w:p>
    <w:p>
      <w:pPr>
        <w:spacing w:before="14" w:after="0" w:line="240" w:lineRule="auto"/>
        <w:ind w:left="118" w:right="-20"/>
        <w:jc w:val="left"/>
        <w:tabs>
          <w:tab w:pos="18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51"/>
          <w:position w:val="6"/>
        </w:rPr>
        <w:t>:</w:t>
      </w:r>
      <w:r>
        <w:rPr>
          <w:rFonts w:ascii="Arial" w:hAnsi="Arial" w:cs="Arial" w:eastAsia="Arial"/>
          <w:sz w:val="10"/>
          <w:szCs w:val="10"/>
          <w:spacing w:val="0"/>
          <w:w w:val="51"/>
          <w:position w:val="6"/>
        </w:rPr>
        <w:t>     </w:t>
      </w:r>
      <w:r>
        <w:rPr>
          <w:rFonts w:ascii="Arial" w:hAnsi="Arial" w:cs="Arial" w:eastAsia="Arial"/>
          <w:sz w:val="10"/>
          <w:szCs w:val="10"/>
          <w:spacing w:val="11"/>
          <w:w w:val="51"/>
          <w:position w:val="6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51"/>
          <w:position w:val="6"/>
        </w:rPr>
        <w:t>i</w:t>
      </w:r>
      <w:r>
        <w:rPr>
          <w:rFonts w:ascii="Arial" w:hAnsi="Arial" w:cs="Arial" w:eastAsia="Arial"/>
          <w:sz w:val="10"/>
          <w:szCs w:val="10"/>
          <w:spacing w:val="-13"/>
          <w:w w:val="51"/>
          <w:position w:val="6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6"/>
        </w:rPr>
        <w:tab/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6"/>
        </w:rPr>
      </w:r>
      <w:r>
        <w:rPr>
          <w:rFonts w:ascii="Courier New" w:hAnsi="Courier New" w:cs="Courier New" w:eastAsia="Courier New"/>
          <w:sz w:val="16"/>
          <w:szCs w:val="16"/>
          <w:spacing w:val="0"/>
          <w:w w:val="112"/>
          <w:position w:val="0"/>
        </w:rPr>
        <w:t>(myfood)+1);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44" w:after="0" w:line="240" w:lineRule="auto"/>
        <w:ind w:left="1106" w:right="902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w w:val="110"/>
        </w:rPr>
        <w:t>strcpy(food</w:t>
      </w:r>
      <w:r>
        <w:rPr>
          <w:rFonts w:ascii="Courier New" w:hAnsi="Courier New" w:cs="Courier New" w:eastAsia="Courier New"/>
          <w:sz w:val="16"/>
          <w:szCs w:val="16"/>
          <w:spacing w:val="17"/>
          <w:w w:val="110"/>
        </w:rPr>
        <w:t>,</w:t>
      </w:r>
      <w:r>
        <w:rPr>
          <w:rFonts w:ascii="Courier New" w:hAnsi="Courier New" w:cs="Courier New" w:eastAsia="Courier New"/>
          <w:sz w:val="16"/>
          <w:szCs w:val="16"/>
          <w:spacing w:val="0"/>
          <w:w w:val="109"/>
        </w:rPr>
        <w:t>myfood);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auto"/>
        <w:ind w:left="1082" w:right="427" w:firstLine="24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management.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management,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automaticall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memory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1087" w:right="5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considerable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simplification.</w:t>
      </w:r>
    </w:p>
    <w:p>
      <w:pPr>
        <w:spacing w:before="1" w:after="0" w:line="220" w:lineRule="exact"/>
        <w:ind w:left="1082" w:right="542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simpler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fragile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initialized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48" w:right="-13" w:firstLine="5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initialize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NULL.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heavil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2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C++.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syata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declarin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vari­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invoking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lan­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discussed,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87" w:right="122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following: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92" w:right="-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73"/>
          <w:w w:val="26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6" w:lineRule="exact"/>
        <w:ind w:left="1327" w:right="-54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73"/>
          <w:w w:val="26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additio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automatic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memory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092" w:right="62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77"/>
          <w:w w:val="26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pointers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auto"/>
        <w:ind w:left="1327" w:right="-54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77"/>
          <w:w w:val="26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inheri­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tance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definitions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8" w:lineRule="auto"/>
        <w:ind w:left="1322" w:right="-40" w:firstLine="-2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5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7"/>
          <w:w w:val="25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structures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considere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redundant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6" w:right="196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48</w:t>
      </w:r>
      <w:r>
        <w:rPr>
          <w:rFonts w:ascii="Arial" w:hAnsi="Arial" w:cs="Arial" w:eastAsia="Arial"/>
          <w:sz w:val="14"/>
          <w:szCs w:val="14"/>
          <w:spacing w:val="24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9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9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3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1"/>
          <w:w w:val="14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3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32"/>
          <w:w w:val="14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2"/>
        </w:rPr>
        <w:t>J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52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52"/>
        </w:rPr>
        <w:t>U</w:t>
      </w:r>
      <w:r>
        <w:rPr>
          <w:rFonts w:ascii="Arial" w:hAnsi="Arial" w:cs="Arial" w:eastAsia="Arial"/>
          <w:sz w:val="16"/>
          <w:szCs w:val="16"/>
          <w:spacing w:val="0"/>
          <w:w w:val="52"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52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52"/>
        </w:rPr>
        <w:t>N</w:t>
      </w:r>
      <w:r>
        <w:rPr>
          <w:rFonts w:ascii="Arial" w:hAnsi="Arial" w:cs="Arial" w:eastAsia="Arial"/>
          <w:sz w:val="16"/>
          <w:szCs w:val="16"/>
          <w:spacing w:val="22"/>
          <w:w w:val="52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52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52"/>
        </w:rPr>
        <w:t>    </w:t>
      </w:r>
      <w:r>
        <w:rPr>
          <w:rFonts w:ascii="Arial" w:hAnsi="Arial" w:cs="Arial" w:eastAsia="Arial"/>
          <w:sz w:val="16"/>
          <w:szCs w:val="16"/>
          <w:spacing w:val="10"/>
          <w:w w:val="52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71"/>
        </w:rPr>
        <w:t>1</w:t>
      </w:r>
      <w:r>
        <w:rPr>
          <w:rFonts w:ascii="Arial" w:hAnsi="Arial" w:cs="Arial" w:eastAsia="Arial"/>
          <w:sz w:val="16"/>
          <w:szCs w:val="16"/>
          <w:spacing w:val="19"/>
          <w:w w:val="7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1"/>
          <w:i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71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1"/>
          <w:i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71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71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9" w:lineRule="auto"/>
        <w:ind w:left="5" w:right="-54" w:firstLine="30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mila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C++,Java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polymorphism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If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unfamil­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polymorphism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"littleDogs,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Polymorphism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Frameworks,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46.)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polymorphic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resolutio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bark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output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ferent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right="-45" w:firstLine="2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heavil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influence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mindset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of]ava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velo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1"/>
        </w:rPr>
        <w:t>i</w:t>
      </w:r>
      <w:r>
        <w:rPr>
          <w:rFonts w:ascii="Arial" w:hAnsi="Arial" w:cs="Arial" w:eastAsia="Arial"/>
          <w:sz w:val="18"/>
          <w:szCs w:val="18"/>
          <w:spacing w:val="11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3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38"/>
        </w:rPr>
        <w:t>I</w:t>
      </w:r>
      <w:r>
        <w:rPr>
          <w:rFonts w:ascii="Arial" w:hAnsi="Arial" w:cs="Arial" w:eastAsia="Arial"/>
          <w:sz w:val="18"/>
          <w:szCs w:val="18"/>
          <w:spacing w:val="8"/>
          <w:w w:val="13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words,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universal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91" w:right="-26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accomplishe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universal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0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exe­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0" w:right="-6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interpreter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643" w:right="6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version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interpreter.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634" w:right="66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traditional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interpreters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universality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considerable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perfor­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mance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penalty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heavil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optimize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compiler.</w:t>
      </w:r>
    </w:p>
    <w:p>
      <w:pPr>
        <w:spacing w:before="0" w:after="0" w:line="220" w:lineRule="exact"/>
        <w:ind w:left="634" w:right="72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code,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universal­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standardized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exactl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whethe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Window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95,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be­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according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standards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It's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responsible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gettin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left="638" w:right="94" w:firstLine="-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particular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</w:p>
    <w:p>
      <w:pPr>
        <w:spacing w:before="0" w:after="0" w:line="215" w:lineRule="exact"/>
        <w:ind w:left="86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9"/>
        </w:rPr>
        <w:t>Thus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universal­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634" w:right="8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universalit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30" w:lineRule="auto"/>
        <w:ind w:left="629" w:right="7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responsible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performance,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run­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pre-compile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rather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code.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86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compiler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left="634" w:right="86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"javac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8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.java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"javac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java."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67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automatically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dependent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automaticall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animal.java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9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dog.java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9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animal_imple­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mentation.java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73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extensio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.class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test.jav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test.class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dog</w:t>
      </w:r>
      <w:r>
        <w:rPr>
          <w:rFonts w:ascii="Times New Roman" w:hAnsi="Times New Roman" w:cs="Times New Roman" w:eastAsia="Times New Roman"/>
          <w:sz w:val="21"/>
          <w:szCs w:val="21"/>
          <w:spacing w:val="-27"/>
          <w:w w:val="86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class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forth.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73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extensions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meaningful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class,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60" w:bottom="280" w:left="420" w:right="460"/>
          <w:cols w:num="3" w:equalWidth="0">
            <w:col w:w="4174" w:space="278"/>
            <w:col w:w="3086" w:space="284"/>
            <w:col w:w="3218"/>
          </w:cols>
        </w:sectPr>
      </w:pPr>
      <w:rPr/>
    </w:p>
    <w:p>
      <w:pPr>
        <w:spacing w:before="46" w:after="0" w:line="519" w:lineRule="exact"/>
        <w:ind w:left="3813" w:right="4554"/>
        <w:jc w:val="center"/>
        <w:rPr>
          <w:rFonts w:ascii="Arial" w:hAnsi="Arial" w:cs="Arial" w:eastAsia="Arial"/>
          <w:sz w:val="46"/>
          <w:szCs w:val="46"/>
        </w:rPr>
      </w:pPr>
      <w:rPr/>
      <w:r>
        <w:rPr/>
        <w:pict>
          <v:group style="position:absolute;margin-left:332.880005pt;margin-top:-6.606298pt;width:66.959999pt;height:.1pt;mso-position-horizontal-relative:page;mso-position-vertical-relative:paragraph;z-index:-424" coordorigin="6658,-132" coordsize="1339,2">
            <v:shape style="position:absolute;left:6658;top:-132;width:1339;height:2" coordorigin="6658,-132" coordsize="1339,0" path="m6658,-132l7997,-132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19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6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18"/>
          <w:w w:val="47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340" w:bottom="280" w:left="1000" w:right="0"/>
        </w:sectPr>
      </w:pPr>
      <w:rPr/>
    </w:p>
    <w:p>
      <w:pPr>
        <w:spacing w:before="39" w:after="0" w:line="240" w:lineRule="auto"/>
        <w:ind w:left="186" w:right="-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typing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90" w:right="211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test."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auto"/>
        <w:ind w:left="181" w:right="-52" w:firstLine="2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un­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friendly.Java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76" w:right="-51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down­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viruses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developers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unlikel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viruses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programs.</w:t>
      </w:r>
    </w:p>
    <w:p>
      <w:pPr>
        <w:spacing w:before="0" w:after="0" w:line="220" w:lineRule="exact"/>
        <w:ind w:left="181" w:right="-44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81" w:right="-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discusse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context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76" w:right="-5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simplification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space,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usurpin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func­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difficult.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411" w:right="-6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76" w:right="-4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auto"/>
        <w:ind w:left="176" w:right="-52" w:firstLine="-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opportuni­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27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27"/>
        </w:rPr>
        <w:t>y</w:t>
      </w:r>
      <w:r>
        <w:rPr>
          <w:rFonts w:ascii="Arial" w:hAnsi="Arial" w:cs="Arial" w:eastAsia="Arial"/>
          <w:sz w:val="17"/>
          <w:szCs w:val="17"/>
          <w:spacing w:val="-12"/>
          <w:w w:val="12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pre-scree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181" w:right="-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Considerable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intel­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76" w:right="-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ligence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16" w:lineRule="exact"/>
        <w:ind w:left="181" w:right="-54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don't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bounds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stan-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19" w:right="-5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-51" w:firstLine="2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major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attractive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online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exact"/>
        <w:ind w:left="254" w:right="-47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must-have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language: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encapsulation,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inheritance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polymorphism.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254" w:right="-42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separatio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254" w:right="-54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easie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automatic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memory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pointers.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254" w:right="-50" w:firstLine="-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machine-inde­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pendent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virus-resistant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easil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safel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networks.</w:t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exact"/>
        <w:ind w:left="14" w:right="-47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on}ava: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anywhere.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2" w:after="0" w:line="240" w:lineRule="auto"/>
        <w:ind w:left="5" w:right="1583"/>
        <w:jc w:val="both"/>
        <w:rPr>
          <w:rFonts w:ascii="Arial" w:hAnsi="Arial" w:cs="Arial" w:eastAsia="Arial"/>
          <w:sz w:val="19"/>
          <w:szCs w:val="19"/>
        </w:rPr>
      </w:pPr>
      <w:rPr/>
      <w:r>
        <w:rPr/>
        <w:br w:type="column"/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  <w:i/>
        </w:rPr>
        <w:t>Acknowledgements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8" w:after="0" w:line="216" w:lineRule="auto"/>
        <w:ind w:left="10" w:right="817" w:firstLine="1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sample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code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86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article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88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derived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code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Simon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Nas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IBM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appreciate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willingness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shar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expertise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84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"zetme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code.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                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!llifil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right="868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w w:val="79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w w:val="80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Session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presidentofObjectWatch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  <w:i/>
        </w:rPr>
        <w:t>Inc.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company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specializin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training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consultin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COREA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tech­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nologie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IB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platforms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84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spoken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30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conference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written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extensively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87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book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sistence: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Databases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Constructio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C++;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Fundamentals,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Reusable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8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8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8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Internet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newslet­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contacte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vi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e-mail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86"/>
          <w:i/>
        </w:rPr>
        <w:t> </w:t>
      </w:r>
      <w:hyperlink r:id="rId14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86"/>
            <w:i/>
          </w:rPr>
          <w:t>roger@fc.net.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</w:rPr>
        </w:r>
      </w:hyperlink>
    </w:p>
    <w:p>
      <w:pPr>
        <w:jc w:val="both"/>
        <w:spacing w:after="0"/>
        <w:sectPr>
          <w:type w:val="continuous"/>
          <w:pgSz w:w="11920" w:h="16860"/>
          <w:pgMar w:top="460" w:bottom="280" w:left="1000" w:right="0"/>
          <w:cols w:num="3" w:equalWidth="0">
            <w:col w:w="3256" w:space="275"/>
            <w:col w:w="3099" w:space="276"/>
            <w:col w:w="4014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460" w:bottom="280" w:left="1000" w:right="0"/>
        </w:sectPr>
      </w:pPr>
      <w:rPr/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03" w:right="888"/>
        <w:jc w:val="center"/>
        <w:rPr>
          <w:rFonts w:ascii="Times New Roman" w:hAnsi="Times New Roman" w:cs="Times New Roman" w:eastAsia="Times New Roman"/>
          <w:sz w:val="35"/>
          <w:szCs w:val="35"/>
        </w:rPr>
      </w:pPr>
      <w:rPr/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  <w:i/>
        </w:rPr>
        <w:t>Schedule</w:t>
      </w:r>
      <w:r>
        <w:rPr>
          <w:rFonts w:ascii="Times New Roman" w:hAnsi="Times New Roman" w:cs="Times New Roman" w:eastAsia="Times New Roman"/>
          <w:sz w:val="34"/>
          <w:szCs w:val="34"/>
          <w:spacing w:val="4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  <w:i/>
        </w:rPr>
        <w:t>Program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34"/>
          <w:szCs w:val="34"/>
          <w:spacing w:val="8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03"/>
          <w:i/>
        </w:rPr>
        <w:t>&amp;</w:t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00"/>
        </w:rPr>
      </w:r>
    </w:p>
    <w:p>
      <w:pPr>
        <w:spacing w:before="0" w:after="0" w:line="353" w:lineRule="exact"/>
        <w:ind w:left="142"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  <w:i/>
        </w:rPr>
        <w:t>Reminder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34"/>
          <w:szCs w:val="34"/>
          <w:spacing w:val="6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4"/>
          <w:b/>
          <w:bCs/>
          <w:i/>
        </w:rPr>
        <w:t>Automaticall</w:t>
      </w:r>
      <w:r>
        <w:rPr>
          <w:rFonts w:ascii="Times New Roman" w:hAnsi="Times New Roman" w:cs="Times New Roman" w:eastAsia="Times New Roman"/>
          <w:sz w:val="34"/>
          <w:szCs w:val="34"/>
          <w:spacing w:val="-7"/>
          <w:w w:val="104"/>
          <w:b/>
          <w:bCs/>
          <w:i/>
        </w:rPr>
        <w:t>y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3"/>
          <w:b/>
          <w:bCs/>
          <w:i/>
        </w:rPr>
        <w:t>...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94" w:right="-75"/>
        <w:jc w:val="center"/>
        <w:rPr>
          <w:rFonts w:ascii="Times New Roman" w:hAnsi="Times New Roman" w:cs="Times New Roman" w:eastAsia="Times New Roman"/>
          <w:sz w:val="47"/>
          <w:szCs w:val="47"/>
        </w:rPr>
      </w:pPr>
      <w:rPr/>
      <w:r>
        <w:rPr/>
        <w:pict>
          <v:shape style="position:absolute;margin-left:59.52002pt;margin-top:.339463pt;width:84.480003pt;height:76.800003pt;mso-position-horizontal-relative:page;mso-position-vertical-relative:paragraph;z-index:-426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47"/>
          <w:szCs w:val="47"/>
          <w:spacing w:val="0"/>
          <w:w w:val="100"/>
          <w:b/>
          <w:bCs/>
          <w:i/>
        </w:rPr>
        <w:t>Chro</w:t>
      </w:r>
      <w:r>
        <w:rPr>
          <w:rFonts w:ascii="Times New Roman" w:hAnsi="Times New Roman" w:cs="Times New Roman" w:eastAsia="Times New Roman"/>
          <w:sz w:val="47"/>
          <w:szCs w:val="47"/>
          <w:spacing w:val="0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47"/>
          <w:szCs w:val="47"/>
          <w:spacing w:val="2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47"/>
          <w:szCs w:val="47"/>
          <w:spacing w:val="0"/>
          <w:w w:val="102"/>
          <w:b/>
          <w:bCs/>
          <w:i/>
        </w:rPr>
        <w:t>v4.0</w:t>
      </w:r>
      <w:r>
        <w:rPr>
          <w:rFonts w:ascii="Times New Roman" w:hAnsi="Times New Roman" w:cs="Times New Roman" w:eastAsia="Times New Roman"/>
          <w:sz w:val="47"/>
          <w:szCs w:val="47"/>
          <w:spacing w:val="0"/>
          <w:w w:val="100"/>
        </w:rPr>
      </w:r>
    </w:p>
    <w:p>
      <w:pPr>
        <w:spacing w:before="0" w:after="0" w:line="241" w:lineRule="exact"/>
        <w:ind w:left="2323" w:right="119"/>
        <w:jc w:val="center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Schedule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fo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  <w:i/>
        </w:rPr>
        <w:t>OS/2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301" w:right="231"/>
        <w:jc w:val="center"/>
        <w:rPr>
          <w:rFonts w:ascii="Arial" w:hAnsi="Arial" w:cs="Arial" w:eastAsia="Arial"/>
          <w:sz w:val="37"/>
          <w:szCs w:val="37"/>
        </w:rPr>
      </w:pPr>
      <w:rPr/>
      <w:r>
        <w:rPr>
          <w:rFonts w:ascii="Times New Roman" w:hAnsi="Times New Roman" w:cs="Times New Roman" w:eastAsia="Times New Roman"/>
          <w:sz w:val="45"/>
          <w:szCs w:val="45"/>
          <w:spacing w:val="0"/>
          <w:w w:val="100"/>
          <w:b/>
          <w:bCs/>
        </w:rPr>
        <w:t>Only</w:t>
      </w:r>
      <w:r>
        <w:rPr>
          <w:rFonts w:ascii="Times New Roman" w:hAnsi="Times New Roman" w:cs="Times New Roman" w:eastAsia="Times New Roman"/>
          <w:sz w:val="45"/>
          <w:szCs w:val="45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37"/>
          <w:szCs w:val="37"/>
          <w:spacing w:val="0"/>
          <w:w w:val="103"/>
          <w:b/>
          <w:bCs/>
        </w:rPr>
        <w:t>$99</w:t>
      </w:r>
      <w:r>
        <w:rPr>
          <w:rFonts w:ascii="Arial" w:hAnsi="Arial" w:cs="Arial" w:eastAsia="Arial"/>
          <w:sz w:val="37"/>
          <w:szCs w:val="37"/>
          <w:spacing w:val="0"/>
          <w:w w:val="100"/>
        </w:rPr>
      </w:r>
    </w:p>
    <w:p>
      <w:pPr>
        <w:spacing w:before="41" w:after="0" w:line="240" w:lineRule="auto"/>
        <w:ind w:left="2454" w:right="299"/>
        <w:jc w:val="center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15"/>
          <w:szCs w:val="15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Licensin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5"/>
          <w:szCs w:val="15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1"/>
        </w:rPr>
        <w:t>Available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</w:p>
    <w:p>
      <w:pPr>
        <w:spacing w:before="12" w:after="0" w:line="240" w:lineRule="auto"/>
        <w:ind w:left="25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Uses: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1" w:after="0" w:line="240" w:lineRule="auto"/>
        <w:ind w:left="253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239"/>
        </w:rPr>
        <w:t>•</w:t>
      </w:r>
      <w:r>
        <w:rPr>
          <w:rFonts w:ascii="Arial" w:hAnsi="Arial" w:cs="Arial" w:eastAsia="Arial"/>
          <w:sz w:val="17"/>
          <w:szCs w:val="17"/>
          <w:spacing w:val="-15"/>
          <w:w w:val="239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Schedul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1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backups</w:t>
      </w:r>
      <w:r>
        <w:rPr>
          <w:rFonts w:ascii="Arial" w:hAnsi="Arial" w:cs="Arial" w:eastAsia="Arial"/>
          <w:sz w:val="17"/>
          <w:szCs w:val="17"/>
          <w:spacing w:val="32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and</w:t>
      </w:r>
      <w:r>
        <w:rPr>
          <w:rFonts w:ascii="Arial" w:hAnsi="Arial" w:cs="Arial" w:eastAsia="Arial"/>
          <w:sz w:val="17"/>
          <w:szCs w:val="17"/>
          <w:spacing w:val="1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databas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-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5"/>
        </w:rPr>
        <w:t>maintenance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0" w:after="0" w:line="187" w:lineRule="exact"/>
        <w:ind w:left="253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239"/>
        </w:rPr>
        <w:t>•</w:t>
      </w:r>
      <w:r>
        <w:rPr>
          <w:rFonts w:ascii="Arial" w:hAnsi="Arial" w:cs="Arial" w:eastAsia="Arial"/>
          <w:sz w:val="17"/>
          <w:szCs w:val="17"/>
          <w:spacing w:val="-5"/>
          <w:w w:val="239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Remind</w:t>
      </w:r>
      <w:r>
        <w:rPr>
          <w:rFonts w:ascii="Arial" w:hAnsi="Arial" w:cs="Arial" w:eastAsia="Arial"/>
          <w:sz w:val="17"/>
          <w:szCs w:val="17"/>
          <w:spacing w:val="27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yoursel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32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1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recurring</w:t>
      </w:r>
      <w:r>
        <w:rPr>
          <w:rFonts w:ascii="Arial" w:hAnsi="Arial" w:cs="Arial" w:eastAsia="Arial"/>
          <w:sz w:val="17"/>
          <w:szCs w:val="17"/>
          <w:spacing w:val="45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</w:rPr>
        <w:t>meetings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0" w:after="0" w:line="188" w:lineRule="exact"/>
        <w:ind w:left="253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239"/>
          <w:position w:val="-1"/>
        </w:rPr>
        <w:t>•</w:t>
      </w:r>
      <w:r>
        <w:rPr>
          <w:rFonts w:ascii="Arial" w:hAnsi="Arial" w:cs="Arial" w:eastAsia="Arial"/>
          <w:sz w:val="17"/>
          <w:szCs w:val="17"/>
          <w:spacing w:val="-15"/>
          <w:w w:val="239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Schedul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7"/>
          <w:szCs w:val="17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9"/>
          <w:position w:val="-1"/>
        </w:rPr>
        <w:t>long-running</w:t>
      </w:r>
      <w:r>
        <w:rPr>
          <w:rFonts w:ascii="Arial" w:hAnsi="Arial" w:cs="Arial" w:eastAsia="Arial"/>
          <w:sz w:val="17"/>
          <w:szCs w:val="17"/>
          <w:spacing w:val="-12"/>
          <w:w w:val="109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or</w:t>
      </w:r>
      <w:r>
        <w:rPr>
          <w:rFonts w:ascii="Arial" w:hAnsi="Arial" w:cs="Arial" w:eastAsia="Arial"/>
          <w:sz w:val="17"/>
          <w:szCs w:val="17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3"/>
          <w:position w:val="-1"/>
        </w:rPr>
        <w:t>resource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52" w:after="0" w:line="215" w:lineRule="auto"/>
        <w:ind w:left="441" w:right="1733" w:firstLine="6"/>
        <w:jc w:val="center"/>
        <w:rPr>
          <w:rFonts w:ascii="Arial" w:hAnsi="Arial" w:cs="Arial" w:eastAsia="Arial"/>
          <w:sz w:val="23"/>
          <w:szCs w:val="23"/>
        </w:rPr>
      </w:pPr>
      <w:rPr/>
      <w:r>
        <w:rPr/>
        <w:br w:type="column"/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3"/>
          <w:szCs w:val="23"/>
          <w:color w:val="FFFFFF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You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3"/>
          <w:szCs w:val="23"/>
          <w:color w:val="FFFFFF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Tes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3"/>
          <w:szCs w:val="23"/>
          <w:color w:val="FFFFFF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6"/>
          <w:b/>
          <w:bCs/>
        </w:rPr>
        <w:t>Tool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6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6"/>
          <w:b/>
          <w:bCs/>
        </w:rPr>
        <w:t>Tackl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7"/>
          <w:b/>
          <w:bCs/>
        </w:rPr>
        <w:t>e</w:t>
      </w:r>
      <w:r>
        <w:rPr>
          <w:rFonts w:ascii="Arial" w:hAnsi="Arial" w:cs="Arial" w:eastAsia="Arial"/>
          <w:sz w:val="23"/>
          <w:szCs w:val="23"/>
          <w:color w:val="FFFFFF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3"/>
          <w:szCs w:val="23"/>
          <w:color w:val="FFFFFF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Entir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3"/>
          <w:szCs w:val="23"/>
          <w:color w:val="FFFFFF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6"/>
          <w:b/>
          <w:bCs/>
        </w:rPr>
        <w:t>Testing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6"/>
          <w:b/>
          <w:bCs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5"/>
          <w:b/>
          <w:bCs/>
        </w:rPr>
        <w:t>Process?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99" w:after="0" w:line="263" w:lineRule="auto"/>
        <w:ind w:right="1295" w:firstLine="19"/>
        <w:jc w:val="left"/>
        <w:tabs>
          <w:tab w:pos="26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Busines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worf&lt;flqvy&lt;.;j3egr§esio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...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Load</w:t>
      </w:r>
      <w:r>
        <w:rPr>
          <w:rFonts w:ascii="Arial" w:hAnsi="Arial" w:cs="Arial" w:eastAsia="Arial"/>
          <w:sz w:val="18"/>
          <w:szCs w:val="18"/>
          <w:color w:val="FFFFFF"/>
          <w:spacing w:val="4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5"/>
        </w:rPr>
        <w:t>...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5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Concurrency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1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...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MdlticiJse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..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Str§SS</w:t>
      </w:r>
      <w:r>
        <w:rPr>
          <w:rFonts w:ascii="Arial" w:hAnsi="Arial" w:cs="Arial" w:eastAsia="Arial"/>
          <w:sz w:val="18"/>
          <w:szCs w:val="18"/>
          <w:color w:val="FFFFFF"/>
          <w:spacing w:val="3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...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7"/>
        </w:rPr>
        <w:t>Inte­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7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gratio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16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-15"/>
          <w:w w:val="113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-14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are</w:t>
      </w:r>
      <w:r>
        <w:rPr>
          <w:rFonts w:ascii="Arial" w:hAnsi="Arial" w:cs="Arial" w:eastAsia="Arial"/>
          <w:sz w:val="18"/>
          <w:szCs w:val="18"/>
          <w:color w:val="FFFFFF"/>
          <w:spacing w:val="3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jus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ofUJesj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(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yation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0"/>
          <w:w w:val="11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you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need</w:t>
      </w:r>
      <w:r>
        <w:rPr>
          <w:rFonts w:ascii="Arial" w:hAnsi="Arial" w:cs="Arial" w:eastAsia="Arial"/>
          <w:sz w:val="18"/>
          <w:szCs w:val="18"/>
          <w:color w:val="FFFFFF"/>
          <w:spacing w:val="3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deal</w:t>
      </w:r>
      <w:r>
        <w:rPr>
          <w:rFonts w:ascii="Arial" w:hAnsi="Arial" w:cs="Arial" w:eastAsia="Arial"/>
          <w:sz w:val="18"/>
          <w:szCs w:val="18"/>
          <w:color w:val="FFFFFF"/>
          <w:spacing w:val="2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Wit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when</w:t>
      </w:r>
      <w:r>
        <w:rPr>
          <w:rFonts w:ascii="Arial" w:hAnsi="Arial" w:cs="Arial" w:eastAsia="Arial"/>
          <w:sz w:val="18"/>
          <w:szCs w:val="18"/>
          <w:color w:val="FFFFFF"/>
          <w:spacing w:val="3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test'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7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terprise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Systems&gt;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FFFF"/>
          <w:spacing w:val="0"/>
          <w:w w:val="94"/>
        </w:rPr>
        <w:t>And,</w:t>
      </w:r>
      <w:r>
        <w:rPr>
          <w:rFonts w:ascii="Arial" w:hAnsi="Arial" w:cs="Arial" w:eastAsia="Arial"/>
          <w:sz w:val="21"/>
          <w:szCs w:val="21"/>
          <w:color w:val="FFFFFF"/>
          <w:spacing w:val="-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you</w:t>
      </w:r>
      <w:r>
        <w:rPr>
          <w:rFonts w:ascii="Arial" w:hAnsi="Arial" w:cs="Arial" w:eastAsia="Arial"/>
          <w:sz w:val="18"/>
          <w:szCs w:val="18"/>
          <w:color w:val="FFFFFF"/>
          <w:spacing w:val="3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don't</w:t>
      </w:r>
      <w:r>
        <w:rPr>
          <w:rFonts w:ascii="Arial" w:hAnsi="Arial" w:cs="Arial" w:eastAsia="Arial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37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239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239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79"/>
        </w:rPr>
        <w:t>..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79"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10"/>
          <w:w w:val="7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7"/>
        </w:rPr>
        <w:t>system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7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wayit'pgqin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1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be</w:t>
      </w:r>
      <w:r>
        <w:rPr>
          <w:rFonts w:ascii="Arial" w:hAnsi="Arial" w:cs="Arial" w:eastAsia="Arial"/>
          <w:sz w:val="18"/>
          <w:szCs w:val="18"/>
          <w:color w:val="FFFFFF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usedlfl</w:t>
      </w:r>
      <w:r>
        <w:rPr>
          <w:rFonts w:ascii="Arial" w:hAnsi="Arial" w:cs="Arial" w:eastAsia="Arial"/>
          <w:sz w:val="18"/>
          <w:szCs w:val="18"/>
          <w:color w:val="FFFFFF"/>
          <w:spacing w:val="35"/>
          <w:w w:val="11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()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tua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0"/>
          <w:w w:val="11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oper­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ation,</w:t>
      </w:r>
      <w:r>
        <w:rPr>
          <w:rFonts w:ascii="Arial" w:hAnsi="Arial" w:cs="Arial" w:eastAsia="Arial"/>
          <w:sz w:val="18"/>
          <w:szCs w:val="18"/>
          <w:color w:val="FFFFFF"/>
          <w:spacing w:val="3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test</w:t>
      </w:r>
      <w:r>
        <w:rPr>
          <w:rFonts w:ascii="Arial" w:hAnsi="Arial" w:cs="Arial" w:eastAsia="Arial"/>
          <w:sz w:val="18"/>
          <w:szCs w:val="18"/>
          <w:color w:val="FFFFFF"/>
          <w:spacing w:val="3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result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4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may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J:m!.JJJ[¢1iable.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69" w:lineRule="auto"/>
        <w:ind w:left="14" w:right="1093"/>
        <w:jc w:val="left"/>
        <w:tabs>
          <w:tab w:pos="2460" w:val="left"/>
        </w:tabs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35.376007pt;margin-top:-129.740280pt;width:193.192557pt;height:124.064515pt;mso-position-horizontal-relative:page;mso-position-vertical-relative:paragraph;z-index:-421" coordorigin="6708,-2595" coordsize="3864,2481">
            <v:group style="position:absolute;left:7530;top:-2595;width:2237;height:240" coordorigin="7530,-2595" coordsize="2237,240">
              <v:shape style="position:absolute;left:7530;top:-2595;width:2237;height:240" coordorigin="7530,-2595" coordsize="2237,240" path="m7530,-2595l9767,-2595,9767,-2355,7530,-2355,7530,-2595xe" filled="t" fillcolor="#000000" stroked="f">
                <v:path arrowok="t"/>
                <v:fill/>
              </v:shape>
            </v:group>
            <v:group style="position:absolute;left:7166;top:-2355;width:2964;height:321" coordorigin="7166,-2355" coordsize="2964,321">
              <v:shape style="position:absolute;left:7166;top:-2355;width:2964;height:321" coordorigin="7166,-2355" coordsize="2964,321" path="m7166,-2355l10130,-2355,10130,-2034,7166,-2034,7166,-2355e" filled="t" fillcolor="#000000" stroked="f">
                <v:path arrowok="t"/>
                <v:fill/>
              </v:shape>
            </v:group>
            <v:group style="position:absolute;left:8100;top:-2120;width:1092;height:321" coordorigin="8100,-2120" coordsize="1092,321">
              <v:shape style="position:absolute;left:8100;top:-2120;width:1092;height:321" coordorigin="8100,-2120" coordsize="1092,321" path="m8100,-2120l9192,-2120,9192,-1799,8100,-1799,8100,-2120e" filled="t" fillcolor="#000000" stroked="f">
                <v:path arrowok="t"/>
                <v:fill/>
              </v:shape>
            </v:group>
            <v:group style="position:absolute;left:6716;top:-1755;width:3802;height:240" coordorigin="6716,-1755" coordsize="3802,240">
              <v:shape style="position:absolute;left:6716;top:-1755;width:3802;height:240" coordorigin="6716,-1755" coordsize="3802,240" path="m6716,-1755l10519,-1755,10519,-1515,6716,-1515,6716,-1755e" filled="t" fillcolor="#000000" stroked="f">
                <v:path arrowok="t"/>
                <v:fill/>
              </v:shape>
            </v:group>
            <v:group style="position:absolute;left:6716;top:-1524;width:3687;height:240" coordorigin="6716,-1524" coordsize="3687,240">
              <v:shape style="position:absolute;left:6716;top:-1524;width:3687;height:240" coordorigin="6716,-1524" coordsize="3687,240" path="m6716,-1524l10403,-1524,10403,-1285,6716,-1285,6716,-1524e" filled="t" fillcolor="#000000" stroked="f">
                <v:path arrowok="t"/>
                <v:fill/>
              </v:shape>
            </v:group>
            <v:group style="position:absolute;left:6714;top:-1294;width:3857;height:240" coordorigin="6714,-1294" coordsize="3857,240">
              <v:shape style="position:absolute;left:6714;top:-1294;width:3857;height:240" coordorigin="6714,-1294" coordsize="3857,240" path="m6714,-1294l10571,-1294,10571,-1054,6714,-1054,6714,-1294e" filled="t" fillcolor="#000000" stroked="f">
                <v:path arrowok="t"/>
                <v:fill/>
              </v:shape>
            </v:group>
            <v:group style="position:absolute;left:6718;top:-1063;width:2458;height:240" coordorigin="6718,-1063" coordsize="2458,240">
              <v:shape style="position:absolute;left:6718;top:-1063;width:2458;height:240" coordorigin="6718,-1063" coordsize="2458,240" path="m6718,-1063l9176,-1063,9176,-824,6718,-824,6718,-1063e" filled="t" fillcolor="#000000" stroked="f">
                <v:path arrowok="t"/>
                <v:fill/>
              </v:shape>
            </v:group>
            <v:group style="position:absolute;left:9453;top:-1063;width:894;height:240" coordorigin="9453,-1063" coordsize="894,240">
              <v:shape style="position:absolute;left:9453;top:-1063;width:894;height:240" coordorigin="9453,-1063" coordsize="894,240" path="m9453,-1063l10347,-1063,10347,-824,9453,-824,9453,-1063e" filled="t" fillcolor="#000000" stroked="f">
                <v:path arrowok="t"/>
                <v:fill/>
              </v:shape>
            </v:group>
            <v:group style="position:absolute;left:6712;top:-849;width:2441;height:279" coordorigin="6712,-849" coordsize="2441,279">
              <v:shape style="position:absolute;left:6712;top:-849;width:2441;height:279" coordorigin="6712,-849" coordsize="2441,279" path="m6712,-849l9153,-849,9153,-569,6712,-569,6712,-849e" filled="t" fillcolor="#000000" stroked="f">
                <v:path arrowok="t"/>
                <v:fill/>
              </v:shape>
            </v:group>
            <v:group style="position:absolute;left:9392;top:-819;width:120;height:240" coordorigin="9392,-819" coordsize="120,240">
              <v:shape style="position:absolute;left:9392;top:-819;width:120;height:240" coordorigin="9392,-819" coordsize="120,240" path="m9392,-819l9511,-819,9511,-579,9392,-579,9392,-819e" filled="t" fillcolor="#000000" stroked="f">
                <v:path arrowok="t"/>
                <v:fill/>
              </v:shape>
            </v:group>
            <v:group style="position:absolute;left:9639;top:-839;width:816;height:266" coordorigin="9639,-839" coordsize="816,266">
              <v:shape style="position:absolute;left:9639;top:-839;width:816;height:266" coordorigin="9639,-839" coordsize="816,266" path="m9639,-839l10455,-839,10455,-573,9639,-573,9639,-839e" filled="t" fillcolor="#000000" stroked="f">
                <v:path arrowok="t"/>
                <v:fill/>
              </v:shape>
            </v:group>
            <v:group style="position:absolute;left:6708;top:-588;width:3820;height:240" coordorigin="6708,-588" coordsize="3820,240">
              <v:shape style="position:absolute;left:6708;top:-588;width:3820;height:240" coordorigin="6708,-588" coordsize="3820,240" path="m6708,-588l10528,-588,10528,-349,6708,-349,6708,-588e" filled="t" fillcolor="#000000" stroked="f">
                <v:path arrowok="t"/>
                <v:fill/>
              </v:shape>
            </v:group>
            <v:group style="position:absolute;left:6714;top:-353;width:3493;height:240" coordorigin="6714,-353" coordsize="3493,240">
              <v:shape style="position:absolute;left:6714;top:-353;width:3493;height:240" coordorigin="6714,-353" coordsize="3493,240" path="m6714,-353l10207,-353,10207,-114,6714,-114,6714,-353e" filled="t" fillcolor="#000000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35.825989pt;margin-top:-.610867pt;width:201.899998pt;height:70.0551pt;mso-position-horizontal-relative:page;mso-position-vertical-relative:paragraph;z-index:-420" coordorigin="6717,-12" coordsize="4038,1401">
            <v:group style="position:absolute;left:6717;top:-12;width:2258;height:240" coordorigin="6717,-12" coordsize="2258,240">
              <v:shape style="position:absolute;left:6717;top:-12;width:2258;height:240" coordorigin="6717,-12" coordsize="2258,240" path="m6717,-12l8974,-12,8974,227,6717,227,6717,-12e" filled="t" fillcolor="#000000" stroked="f">
                <v:path arrowok="t"/>
                <v:fill/>
              </v:shape>
            </v:group>
            <v:group style="position:absolute;left:9162;top:-12;width:1274;height:240" coordorigin="9162,-12" coordsize="1274,240">
              <v:shape style="position:absolute;left:9162;top:-12;width:1274;height:240" coordorigin="9162,-12" coordsize="1274,240" path="m9162,-12l10435,-12,10435,227,9162,227,9162,-12e" filled="t" fillcolor="#000000" stroked="f">
                <v:path arrowok="t"/>
                <v:fill/>
              </v:shape>
            </v:group>
            <v:group style="position:absolute;left:6723;top:218;width:3549;height:240" coordorigin="6723,218" coordsize="3549,240">
              <v:shape style="position:absolute;left:6723;top:218;width:3549;height:240" coordorigin="6723,218" coordsize="3549,240" path="m6723,218l10271,218,10271,458,6723,458,6723,218e" filled="t" fillcolor="#000000" stroked="f">
                <v:path arrowok="t"/>
                <v:fill/>
              </v:shape>
            </v:group>
            <v:group style="position:absolute;left:6723;top:453;width:3741;height:240" coordorigin="6723,453" coordsize="3741,240">
              <v:shape style="position:absolute;left:6723;top:453;width:3741;height:240" coordorigin="6723,453" coordsize="3741,240" path="m6723,453l10464,453,10464,693,6723,693,6723,453e" filled="t" fillcolor="#000000" stroked="f">
                <v:path arrowok="t"/>
                <v:fill/>
              </v:shape>
            </v:group>
            <v:group style="position:absolute;left:6723;top:684;width:4032;height:240" coordorigin="6723,684" coordsize="4032,240">
              <v:shape style="position:absolute;left:6723;top:684;width:4032;height:240" coordorigin="6723,684" coordsize="4032,240" path="m6723,684l10755,684,10755,923,6723,923,6723,684e" filled="t" fillcolor="#000000" stroked="f">
                <v:path arrowok="t"/>
                <v:fill/>
              </v:shape>
            </v:group>
            <v:group style="position:absolute;left:6719;top:919;width:3910;height:240" coordorigin="6719,919" coordsize="3910,240">
              <v:shape style="position:absolute;left:6719;top:919;width:3910;height:240" coordorigin="6719,919" coordsize="3910,240" path="m6719,919l10629,919,10629,1158,6719,1158,6719,919e" filled="t" fillcolor="#000000" stroked="f">
                <v:path arrowok="t"/>
                <v:fill/>
              </v:shape>
            </v:group>
            <v:group style="position:absolute;left:6723;top:1149;width:3346;height:240" coordorigin="6723,1149" coordsize="3346,240">
              <v:shape style="position:absolute;left:6723;top:1149;width:3346;height:240" coordorigin="6723,1149" coordsize="3346,240" path="m6723,1149l10069,1149,10069,1389,6723,1389,6723,1149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Softbridge'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12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AutomateqC</w:t>
      </w:r>
      <w:r>
        <w:rPr>
          <w:rFonts w:ascii="Arial" w:hAnsi="Arial" w:cs="Arial" w:eastAsia="Arial"/>
          <w:sz w:val="18"/>
          <w:szCs w:val="18"/>
          <w:color w:val="FFFFFF"/>
          <w:spacing w:val="-46"/>
          <w:w w:val="112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60"/>
        </w:rPr>
        <w:t>·</w:t>
      </w:r>
      <w:r>
        <w:rPr>
          <w:rFonts w:ascii="Arial" w:hAnsi="Arial" w:cs="Arial" w:eastAsia="Arial"/>
          <w:sz w:val="18"/>
          <w:szCs w:val="18"/>
          <w:color w:val="FFFFFF"/>
          <w:spacing w:val="-38"/>
          <w:w w:val="16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'"'acilit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has</w:t>
      </w:r>
      <w:r>
        <w:rPr>
          <w:rFonts w:ascii="Arial" w:hAnsi="Arial" w:cs="Arial" w:eastAsia="Arial"/>
          <w:sz w:val="18"/>
          <w:szCs w:val="18"/>
          <w:color w:val="FFFFFF"/>
          <w:spacing w:val="2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unique</w:t>
      </w:r>
      <w:r>
        <w:rPr>
          <w:rFonts w:ascii="Arial" w:hAnsi="Arial" w:cs="Arial" w:eastAsia="Arial"/>
          <w:sz w:val="18"/>
          <w:szCs w:val="18"/>
          <w:color w:val="FFFFFF"/>
          <w:spacing w:val="13"/>
          <w:w w:val="11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architectur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1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deslg,,e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-13"/>
          <w:w w:val="11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perform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rigorous</w:t>
      </w:r>
      <w:r>
        <w:rPr>
          <w:rFonts w:ascii="Arial" w:hAnsi="Arial" w:cs="Arial" w:eastAsia="Arial"/>
          <w:sz w:val="18"/>
          <w:szCs w:val="18"/>
          <w:color w:val="FFFFFF"/>
          <w:spacing w:val="-9"/>
          <w:w w:val="112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test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that</w:t>
      </w:r>
      <w:r>
        <w:rPr>
          <w:rFonts w:ascii="Arial" w:hAnsi="Arial" w:cs="Arial" w:eastAsia="Arial"/>
          <w:sz w:val="18"/>
          <w:szCs w:val="18"/>
          <w:color w:val="FFFFFF"/>
          <w:spacing w:val="3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79"/>
        </w:rPr>
        <w:t>PC!r§I!Je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79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7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actua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4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operating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environments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-</w:t>
      </w:r>
      <w:r>
        <w:rPr>
          <w:rFonts w:ascii="Arial" w:hAnsi="Arial" w:cs="Arial" w:eastAsia="Arial"/>
          <w:sz w:val="18"/>
          <w:szCs w:val="18"/>
          <w:color w:val="FFFFFF"/>
          <w:spacing w:val="17"/>
          <w:w w:val="11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environment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21"/>
          <w:w w:val="11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where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7"/>
        </w:rPr>
        <w:t>end-users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7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spread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across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an</w:t>
      </w:r>
      <w:r>
        <w:rPr>
          <w:rFonts w:ascii="Arial" w:hAnsi="Arial" w:cs="Arial" w:eastAsia="Arial"/>
          <w:sz w:val="18"/>
          <w:szCs w:val="18"/>
          <w:color w:val="FFFFFF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9"/>
        </w:rPr>
        <w:t>organizatio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9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enter,</w:t>
      </w:r>
      <w:r>
        <w:rPr>
          <w:rFonts w:ascii="Arial" w:hAnsi="Arial" w:cs="Arial" w:eastAsia="Arial"/>
          <w:sz w:val="18"/>
          <w:szCs w:val="18"/>
          <w:color w:val="FFFFFF"/>
          <w:spacing w:val="3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8"/>
        </w:rPr>
        <w:t>access,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8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and</w:t>
      </w:r>
      <w:r>
        <w:rPr>
          <w:rFonts w:ascii="Arial" w:hAnsi="Arial" w:cs="Arial" w:eastAsia="Arial"/>
          <w:sz w:val="18"/>
          <w:szCs w:val="18"/>
          <w:color w:val="FFFFFF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on</w:t>
      </w:r>
      <w:r>
        <w:rPr>
          <w:rFonts w:ascii="Arial" w:hAnsi="Arial" w:cs="Arial" w:eastAsia="Arial"/>
          <w:sz w:val="18"/>
          <w:szCs w:val="18"/>
          <w:color w:val="FFFFFF"/>
          <w:spacing w:val="2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4"/>
        </w:rPr>
        <w:t>informC1ti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4"/>
        </w:rPr>
        <w:t>()n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4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9"/>
        </w:rPr>
        <w:t>collaboratively.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60" w:bottom="280" w:left="1000" w:right="0"/>
          <w:cols w:num="2" w:equalWidth="0">
            <w:col w:w="4376" w:space="1334"/>
            <w:col w:w="5210"/>
          </w:cols>
        </w:sectPr>
      </w:pPr>
      <w:rPr/>
    </w:p>
    <w:p>
      <w:pPr>
        <w:spacing w:before="27" w:after="0" w:line="244" w:lineRule="exact"/>
        <w:ind w:left="5442" w:right="1017" w:firstLine="-4949"/>
        <w:jc w:val="left"/>
        <w:tabs>
          <w:tab w:pos="5920" w:val="left"/>
        </w:tabs>
        <w:rPr>
          <w:rFonts w:ascii="Arial" w:hAnsi="Arial" w:cs="Arial" w:eastAsia="Arial"/>
          <w:sz w:val="18"/>
          <w:szCs w:val="18"/>
        </w:rPr>
      </w:pPr>
      <w:rPr/>
      <w:r>
        <w:rPr/>
        <w:pict>
          <v:shape style="position:absolute;margin-left:200.640015pt;margin-top:21.909988pt;width:75.839996pt;height:73.919998pt;mso-position-horizontal-relative:page;mso-position-vertical-relative:paragraph;z-index:-427" type="#_x0000_t75">
            <v:imagedata r:id="rId16" o:title=""/>
          </v:shape>
        </w:pict>
      </w:r>
      <w:r>
        <w:rPr>
          <w:rFonts w:ascii="Arial" w:hAnsi="Arial" w:cs="Arial" w:eastAsia="Arial"/>
          <w:sz w:val="17"/>
          <w:szCs w:val="17"/>
          <w:spacing w:val="0"/>
          <w:w w:val="106"/>
          <w:position w:val="7"/>
        </w:rPr>
        <w:t>consumptiv</w:t>
      </w:r>
      <w:r>
        <w:rPr>
          <w:rFonts w:ascii="Arial" w:hAnsi="Arial" w:cs="Arial" w:eastAsia="Arial"/>
          <w:sz w:val="17"/>
          <w:szCs w:val="17"/>
          <w:spacing w:val="0"/>
          <w:w w:val="106"/>
          <w:position w:val="7"/>
        </w:rPr>
        <w:t>e</w:t>
      </w:r>
      <w:r>
        <w:rPr>
          <w:rFonts w:ascii="Arial" w:hAnsi="Arial" w:cs="Arial" w:eastAsia="Arial"/>
          <w:sz w:val="17"/>
          <w:szCs w:val="17"/>
          <w:spacing w:val="-12"/>
          <w:w w:val="106"/>
          <w:position w:val="7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task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s</w:t>
      </w:r>
      <w:r>
        <w:rPr>
          <w:rFonts w:ascii="Arial" w:hAnsi="Arial" w:cs="Arial" w:eastAsia="Arial"/>
          <w:sz w:val="17"/>
          <w:szCs w:val="17"/>
          <w:spacing w:val="-12"/>
          <w:w w:val="100"/>
          <w:position w:val="7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fo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r</w:t>
      </w:r>
      <w:r>
        <w:rPr>
          <w:rFonts w:ascii="Arial" w:hAnsi="Arial" w:cs="Arial" w:eastAsia="Arial"/>
          <w:sz w:val="17"/>
          <w:szCs w:val="17"/>
          <w:spacing w:val="15"/>
          <w:w w:val="100"/>
          <w:position w:val="7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afte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r</w:t>
      </w:r>
      <w:r>
        <w:rPr>
          <w:rFonts w:ascii="Arial" w:hAnsi="Arial" w:cs="Arial" w:eastAsia="Arial"/>
          <w:sz w:val="17"/>
          <w:szCs w:val="17"/>
          <w:spacing w:val="8"/>
          <w:w w:val="100"/>
          <w:position w:val="7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>hours</w:t>
      </w:r>
      <w:r>
        <w:rPr>
          <w:rFonts w:ascii="Arial" w:hAnsi="Arial" w:cs="Arial" w:eastAsia="Arial"/>
          <w:sz w:val="17"/>
          <w:szCs w:val="17"/>
          <w:spacing w:val="-26"/>
          <w:w w:val="100"/>
          <w:position w:val="7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  <w:tab/>
        <w:tab/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7"/>
        </w:rPr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8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test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3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1"/>
          <w:position w:val="0"/>
        </w:rPr>
        <w:t>application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1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1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3"/>
          <w:w w:val="111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unde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9"/>
          <w:position w:val="0"/>
        </w:rPr>
        <w:t>Windows,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9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9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0"/>
          <w:position w:val="0"/>
        </w:rPr>
        <w:t>Window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1"/>
          <w:w w:val="11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9"/>
          <w:position w:val="0"/>
        </w:rPr>
        <w:t>Window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9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9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8"/>
          <w:w w:val="109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flavor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FFFFFF"/>
          <w:highlight w:val="black"/>
          <w:spacing w:val="0"/>
          <w:w w:val="113"/>
          <w:position w:val="0"/>
        </w:rPr>
        <w:t>OS/2.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  <w:position w:val="0"/>
        </w:rPr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460" w:bottom="280" w:left="1000" w:right="0"/>
        </w:sectPr>
      </w:pPr>
      <w:rPr/>
    </w:p>
    <w:p>
      <w:pPr>
        <w:spacing w:before="65" w:after="0" w:line="240" w:lineRule="auto"/>
        <w:ind w:left="982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/>
        <w:pict>
          <v:shape style="position:absolute;margin-left:60.47998pt;margin-top:1.862872pt;width:32.639999pt;height:30.719999pt;mso-position-horizontal-relative:page;mso-position-vertical-relative:paragraph;z-index:-425" type="#_x0000_t75">
            <v:imagedata r:id="rId17" o:title=""/>
          </v:shape>
        </w:pict>
      </w:r>
      <w:r>
        <w:rPr>
          <w:rFonts w:ascii="Arial" w:hAnsi="Arial" w:cs="Arial" w:eastAsia="Arial"/>
          <w:sz w:val="17"/>
          <w:szCs w:val="17"/>
          <w:spacing w:val="0"/>
          <w:w w:val="117"/>
        </w:rPr>
        <w:t>Hilber</w:t>
      </w:r>
      <w:r>
        <w:rPr>
          <w:rFonts w:ascii="Arial" w:hAnsi="Arial" w:cs="Arial" w:eastAsia="Arial"/>
          <w:sz w:val="17"/>
          <w:szCs w:val="17"/>
          <w:spacing w:val="0"/>
          <w:w w:val="117"/>
        </w:rPr>
        <w:t>t</w:t>
      </w:r>
      <w:r>
        <w:rPr>
          <w:rFonts w:ascii="Arial" w:hAnsi="Arial" w:cs="Arial" w:eastAsia="Arial"/>
          <w:sz w:val="17"/>
          <w:szCs w:val="17"/>
          <w:spacing w:val="4"/>
          <w:w w:val="117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17"/>
        </w:rPr>
        <w:t>Computing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1" w:after="0" w:line="240" w:lineRule="auto"/>
        <w:ind w:left="982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16"/>
        </w:rPr>
        <w:t>1022</w:t>
      </w:r>
      <w:r>
        <w:rPr>
          <w:rFonts w:ascii="Arial" w:hAnsi="Arial" w:cs="Arial" w:eastAsia="Arial"/>
          <w:sz w:val="17"/>
          <w:szCs w:val="17"/>
          <w:spacing w:val="3"/>
          <w:w w:val="116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.</w:t>
      </w:r>
      <w:r>
        <w:rPr>
          <w:rFonts w:ascii="Arial" w:hAnsi="Arial" w:cs="Arial" w:eastAsia="Arial"/>
          <w:sz w:val="17"/>
          <w:szCs w:val="17"/>
          <w:spacing w:val="2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11"/>
        </w:rPr>
        <w:t>Cooper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1" w:after="0" w:line="240" w:lineRule="auto"/>
        <w:ind w:left="973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w w:val="116"/>
        </w:rPr>
        <w:t>Olathe,</w:t>
      </w:r>
      <w:r>
        <w:rPr>
          <w:rFonts w:ascii="Arial" w:hAnsi="Arial" w:cs="Arial" w:eastAsia="Arial"/>
          <w:sz w:val="17"/>
          <w:szCs w:val="17"/>
          <w:spacing w:val="-31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KS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14"/>
        </w:rPr>
        <w:t>66061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1" w:lineRule="exact"/>
        <w:ind w:left="262" w:right="-20"/>
        <w:jc w:val="left"/>
        <w:tabs>
          <w:tab w:pos="10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Voice: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(913)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  <w:position w:val="-1"/>
        </w:rPr>
        <w:t>780-5051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0" w:after="0" w:line="170" w:lineRule="exact"/>
        <w:ind w:left="277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</w:rPr>
        <w:t>BBS/Fax:</w:t>
      </w:r>
      <w:r>
        <w:rPr>
          <w:rFonts w:ascii="Arial" w:hAnsi="Arial" w:cs="Arial" w:eastAsia="Arial"/>
          <w:sz w:val="17"/>
          <w:szCs w:val="17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(913)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829-2450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76" w:lineRule="exact"/>
        <w:ind w:left="267" w:right="-20"/>
        <w:jc w:val="left"/>
        <w:tabs>
          <w:tab w:pos="10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CIS: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73457,365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15" w:right="1539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70"/>
        </w:rPr>
        <w:t>Reader</w:t>
      </w:r>
      <w:r>
        <w:rPr>
          <w:rFonts w:ascii="Arial" w:hAnsi="Arial" w:cs="Arial" w:eastAsia="Arial"/>
          <w:sz w:val="19"/>
          <w:szCs w:val="19"/>
          <w:spacing w:val="3"/>
          <w:w w:val="7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70"/>
        </w:rPr>
        <w:t>Servic</w:t>
      </w:r>
      <w:r>
        <w:rPr>
          <w:rFonts w:ascii="Arial" w:hAnsi="Arial" w:cs="Arial" w:eastAsia="Arial"/>
          <w:sz w:val="19"/>
          <w:szCs w:val="19"/>
          <w:spacing w:val="0"/>
          <w:w w:val="7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7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70"/>
        </w:rPr>
        <w:t>No</w:t>
      </w:r>
      <w:r>
        <w:rPr>
          <w:rFonts w:ascii="Arial" w:hAnsi="Arial" w:cs="Arial" w:eastAsia="Arial"/>
          <w:sz w:val="19"/>
          <w:szCs w:val="19"/>
          <w:spacing w:val="0"/>
          <w:w w:val="70"/>
        </w:rPr>
        <w:t>.</w:t>
      </w:r>
      <w:r>
        <w:rPr>
          <w:rFonts w:ascii="Arial" w:hAnsi="Arial" w:cs="Arial" w:eastAsia="Arial"/>
          <w:sz w:val="19"/>
          <w:szCs w:val="19"/>
          <w:spacing w:val="32"/>
          <w:w w:val="7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70"/>
        </w:rPr>
        <w:t>21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69" w:after="0" w:line="235" w:lineRule="auto"/>
        <w:ind w:left="720" w:right="1917" w:firstLine="-7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information</w:t>
      </w:r>
      <w:r>
        <w:rPr>
          <w:rFonts w:ascii="Arial" w:hAnsi="Arial" w:cs="Arial" w:eastAsia="Arial"/>
          <w:sz w:val="18"/>
          <w:szCs w:val="18"/>
          <w:color w:val="FFFFFF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FFFFFF"/>
          <w:spacing w:val="0"/>
          <w:w w:val="69"/>
        </w:rPr>
        <w:t>On</w:t>
      </w:r>
      <w:r>
        <w:rPr>
          <w:rFonts w:ascii="Times New Roman" w:hAnsi="Times New Roman" w:cs="Times New Roman" w:eastAsia="Times New Roman"/>
          <w:sz w:val="29"/>
          <w:szCs w:val="29"/>
          <w:color w:val="FFFFFF"/>
          <w:spacing w:val="-7"/>
          <w:w w:val="69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ATF</w:t>
      </w:r>
      <w:r>
        <w:rPr>
          <w:rFonts w:ascii="Arial" w:hAnsi="Arial" w:cs="Arial" w:eastAsia="Arial"/>
          <w:sz w:val="18"/>
          <w:szCs w:val="18"/>
          <w:color w:val="FFFFFF"/>
          <w:spacing w:val="3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contact: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2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Softb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(idg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35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Inc.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" w:after="0" w:line="261" w:lineRule="auto"/>
        <w:ind w:left="344" w:right="2285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125</w:t>
      </w:r>
      <w:r>
        <w:rPr>
          <w:rFonts w:ascii="Arial" w:hAnsi="Arial" w:cs="Arial" w:eastAsia="Arial"/>
          <w:sz w:val="18"/>
          <w:szCs w:val="18"/>
          <w:color w:val="FFFFFF"/>
          <w:spacing w:val="4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4"/>
        </w:rPr>
        <w:t>Carl1bridgePar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4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22"/>
          <w:w w:val="104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4"/>
        </w:rPr>
        <w:t>Dr.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4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Cambridge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1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5"/>
        </w:rPr>
        <w:t>02140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98" w:lineRule="exact"/>
        <w:ind w:left="317" w:right="2265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Phone: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4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(617)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576-2257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4" w:after="0" w:line="240" w:lineRule="auto"/>
        <w:ind w:left="470" w:right="2431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Fax: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(617)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1"/>
        </w:rPr>
        <w:t>864-7747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4" w:after="0" w:line="240" w:lineRule="auto"/>
        <w:ind w:left="110" w:right="2077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E-mail:</w:t>
      </w:r>
      <w:r>
        <w:rPr>
          <w:rFonts w:ascii="Arial" w:hAnsi="Arial" w:cs="Arial" w:eastAsia="Arial"/>
          <w:sz w:val="18"/>
          <w:szCs w:val="18"/>
          <w:color w:val="FFFFFF"/>
          <w:spacing w:val="28"/>
          <w:w w:val="100"/>
        </w:rPr>
        <w:t> </w:t>
      </w:r>
      <w:hyperlink r:id="rId18">
        <w:r>
          <w:rPr>
            <w:rFonts w:ascii="Arial" w:hAnsi="Arial" w:cs="Arial" w:eastAsia="Arial"/>
            <w:sz w:val="18"/>
            <w:szCs w:val="18"/>
            <w:color w:val="FFFFFF"/>
            <w:spacing w:val="0"/>
            <w:w w:val="107"/>
          </w:rPr>
          <w:t>market@sbridge.com</w:t>
        </w:r>
        <w:r>
          <w:rPr>
            <w:rFonts w:ascii="Arial" w:hAnsi="Arial" w:cs="Arial" w:eastAsia="Arial"/>
            <w:sz w:val="18"/>
            <w:szCs w:val="18"/>
            <w:color w:val="000000"/>
            <w:spacing w:val="0"/>
            <w:w w:val="100"/>
          </w:rPr>
        </w:r>
      </w:hyperlink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14" w:lineRule="exact"/>
        <w:ind w:left="758" w:right="2531"/>
        <w:jc w:val="center"/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356.622009pt;margin-top:-97.368256pt;width:140.523688pt;height:83.521487pt;mso-position-horizontal-relative:page;mso-position-vertical-relative:paragraph;z-index:-419" coordorigin="7132,-1947" coordsize="2810,1670">
            <v:group style="position:absolute;left:7132;top:-1836;width:1342;height:240" coordorigin="7132,-1836" coordsize="1342,240">
              <v:shape style="position:absolute;left:7132;top:-1836;width:1342;height:240" coordorigin="7132,-1836" coordsize="1342,240" path="m7132,-1836l8475,-1836,8475,-1597,7132,-1597,7132,-1836e" filled="t" fillcolor="#000000" stroked="f">
                <v:path arrowok="t"/>
                <v:fill/>
              </v:shape>
            </v:group>
            <v:group style="position:absolute;left:8500;top:-1947;width:246;height:337" coordorigin="8500,-1947" coordsize="246,337">
              <v:shape style="position:absolute;left:8500;top:-1947;width:246;height:337" coordorigin="8500,-1947" coordsize="246,337" path="m8500,-1947l8746,-1947,8746,-1611,8500,-1611,8500,-1947xe" filled="t" fillcolor="#000000" stroked="f">
                <v:path arrowok="t"/>
                <v:fill/>
              </v:shape>
            </v:group>
            <v:group style="position:absolute;left:8799;top:-1836;width:1144;height:240" coordorigin="8799,-1836" coordsize="1144,240">
              <v:shape style="position:absolute;left:8799;top:-1836;width:1144;height:240" coordorigin="8799,-1836" coordsize="1144,240" path="m8799,-1836l9943,-1836,9943,-1597,8799,-1597,8799,-1836e" filled="t" fillcolor="#000000" stroked="f">
                <v:path arrowok="t"/>
                <v:fill/>
              </v:shape>
            </v:group>
            <v:group style="position:absolute;left:7859;top:-1611;width:1341;height:240" coordorigin="7859,-1611" coordsize="1341,240">
              <v:shape style="position:absolute;left:7859;top:-1611;width:1341;height:240" coordorigin="7859,-1611" coordsize="1341,240" path="m7859,-1611l9200,-1611,9200,-1371,7859,-1371,7859,-1611e" filled="t" fillcolor="#000000" stroked="f">
                <v:path arrowok="t"/>
                <v:fill/>
              </v:shape>
            </v:group>
            <v:group style="position:absolute;left:7488;top:-1400;width:2087;height:240" coordorigin="7488,-1400" coordsize="2087,240">
              <v:shape style="position:absolute;left:7488;top:-1400;width:2087;height:240" coordorigin="7488,-1400" coordsize="2087,240" path="m7488,-1400l9575,-1400,9575,-1160,7488,-1160,7488,-1400e" filled="t" fillcolor="#000000" stroked="f">
                <v:path arrowok="t"/>
                <v:fill/>
              </v:shape>
            </v:group>
            <v:group style="position:absolute;left:7498;top:-1174;width:2064;height:240" coordorigin="7498,-1174" coordsize="2064,240">
              <v:shape style="position:absolute;left:7498;top:-1174;width:2064;height:240" coordorigin="7498,-1174" coordsize="2064,240" path="m7498,-1174l9563,-1174,9563,-935,7498,-935,7498,-1174e" filled="t" fillcolor="#000000" stroked="f">
                <v:path arrowok="t"/>
                <v:fill/>
              </v:shape>
            </v:group>
            <v:group style="position:absolute;left:7484;top:-958;width:2092;height:240" coordorigin="7484,-958" coordsize="2092,240">
              <v:shape style="position:absolute;left:7484;top:-958;width:2092;height:240" coordorigin="7484,-958" coordsize="2092,240" path="m7484,-958l9576,-958,9576,-719,7484,-719,7484,-958e" filled="t" fillcolor="#000000" stroked="f">
                <v:path arrowok="t"/>
                <v:fill/>
              </v:shape>
            </v:group>
            <v:group style="position:absolute;left:7636;top:-737;width:1786;height:240" coordorigin="7636,-737" coordsize="1786,240">
              <v:shape style="position:absolute;left:7636;top:-737;width:1786;height:240" coordorigin="7636,-737" coordsize="1786,240" path="m7636,-737l9422,-737,9422,-498,7636,-498,7636,-737e" filled="t" fillcolor="#000000" stroked="f">
                <v:path arrowok="t"/>
                <v:fill/>
              </v:shape>
            </v:group>
            <v:group style="position:absolute;left:7277;top:-516;width:2506;height:240" coordorigin="7277,-516" coordsize="2506,240">
              <v:shape style="position:absolute;left:7277;top:-516;width:2506;height:240" coordorigin="7277,-516" coordsize="2506,240" path="m7277,-516l9783,-516,9783,-277,7277,-277,7277,-516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9"/>
          <w:szCs w:val="19"/>
          <w:spacing w:val="0"/>
          <w:w w:val="69"/>
          <w:position w:val="-1"/>
        </w:rPr>
        <w:t>Reader</w:t>
      </w:r>
      <w:r>
        <w:rPr>
          <w:rFonts w:ascii="Arial" w:hAnsi="Arial" w:cs="Arial" w:eastAsia="Arial"/>
          <w:sz w:val="19"/>
          <w:szCs w:val="19"/>
          <w:spacing w:val="10"/>
          <w:w w:val="69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69"/>
          <w:position w:val="-1"/>
        </w:rPr>
        <w:t>Servic</w:t>
      </w:r>
      <w:r>
        <w:rPr>
          <w:rFonts w:ascii="Arial" w:hAnsi="Arial" w:cs="Arial" w:eastAsia="Arial"/>
          <w:sz w:val="19"/>
          <w:szCs w:val="19"/>
          <w:spacing w:val="0"/>
          <w:w w:val="69"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11"/>
          <w:w w:val="69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69"/>
          <w:position w:val="-1"/>
        </w:rPr>
        <w:t>No</w:t>
      </w:r>
      <w:r>
        <w:rPr>
          <w:rFonts w:ascii="Arial" w:hAnsi="Arial" w:cs="Arial" w:eastAsia="Arial"/>
          <w:sz w:val="19"/>
          <w:szCs w:val="19"/>
          <w:spacing w:val="0"/>
          <w:w w:val="69"/>
          <w:position w:val="-1"/>
        </w:rPr>
        <w:t>.</w:t>
      </w:r>
      <w:r>
        <w:rPr>
          <w:rFonts w:ascii="Arial" w:hAnsi="Arial" w:cs="Arial" w:eastAsia="Arial"/>
          <w:sz w:val="19"/>
          <w:szCs w:val="19"/>
          <w:spacing w:val="35"/>
          <w:w w:val="69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69"/>
          <w:position w:val="-1"/>
        </w:rPr>
        <w:t>22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1920" w:h="16860"/>
          <w:pgMar w:top="460" w:bottom="280" w:left="1000" w:right="0"/>
          <w:cols w:num="2" w:equalWidth="0">
            <w:col w:w="4530" w:space="1617"/>
            <w:col w:w="4773"/>
          </w:cols>
        </w:sectPr>
      </w:pPr>
      <w:rPr/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4.799988pt;margin-top:3.840002pt;width:321.000008pt;height:798.720022pt;mso-position-horizontal-relative:page;mso-position-vertical-relative:page;z-index:-428" coordorigin="96,77" coordsize="6420,15974">
            <v:shape style="position:absolute;left:96;top:77;width:4282;height:192" type="#_x0000_t75">
              <v:imagedata r:id="rId19" o:title=""/>
            </v:shape>
            <v:shape style="position:absolute;left:96;top:15706;width:6413;height:346" type="#_x0000_t75">
              <v:imagedata r:id="rId20" o:title=""/>
            </v:shape>
            <v:group style="position:absolute;left:430;top:240;width:2;height:15494" coordorigin="430,240" coordsize="2,15494">
              <v:shape style="position:absolute;left:430;top:240;width:2;height:15494" coordorigin="430,240" coordsize="0,15494" path="m430,15734l430,240e" filled="f" stroked="t" strokeweight=".96pt" strokecolor="#000000">
                <v:path arrowok="t"/>
              </v:shape>
            </v:group>
            <v:group style="position:absolute;left:4622;top:216;width:1891;height:2" coordorigin="4622,216" coordsize="1891,2">
              <v:shape style="position:absolute;left:4622;top:216;width:1891;height:2" coordorigin="4622,216" coordsize="1891,0" path="m4622,216l6514,216e" filled="f" stroked="t" strokeweight=".24pt" strokecolor="#000000">
                <v:path arrowok="t"/>
              </v:shape>
            </v:group>
            <v:group style="position:absolute;left:739;top:7877;width:5035;height:2" coordorigin="739,7877" coordsize="5035,2">
              <v:shape style="position:absolute;left:739;top:7877;width:5035;height:2" coordorigin="739,7877" coordsize="5035,0" path="m739,7877l5774,7877e" filled="f" stroked="t" strokeweight=".96pt" strokecolor="#000000">
                <v:path arrowok="t"/>
              </v:shape>
            </v:group>
            <v:group style="position:absolute;left:751;top:7862;width:2;height:6504" coordorigin="751,7862" coordsize="2,6504">
              <v:shape style="position:absolute;left:751;top:7862;width:2;height:6504" coordorigin="751,7862" coordsize="0,6504" path="m751,14366l751,7862e" filled="f" stroked="t" strokeweight=".96pt" strokecolor="#000000">
                <v:path arrowok="t"/>
              </v:shape>
            </v:group>
            <v:group style="position:absolute;left:5760;top:7867;width:2;height:6499" coordorigin="5760,7867" coordsize="2,6499">
              <v:shape style="position:absolute;left:5760;top:7867;width:2;height:6499" coordorigin="5760,7867" coordsize="0,6499" path="m5760,14366l5760,7867e" filled="f" stroked="t" strokeweight=".96pt" strokecolor="#000000">
                <v:path arrowok="t"/>
              </v:shape>
            </v:group>
            <v:group style="position:absolute;left:1234;top:12530;width:2664;height:2" coordorigin="1234,12530" coordsize="2664,2">
              <v:shape style="position:absolute;left:1234;top:12530;width:2664;height:2" coordorigin="1234,12530" coordsize="2664,0" path="m1234,12530l3898,12530e" filled="f" stroked="t" strokeweight=".72pt" strokecolor="#000000">
                <v:path arrowok="t"/>
              </v:shape>
            </v:group>
            <v:group style="position:absolute;left:744;top:14350;width:5026;height:2" coordorigin="744,14350" coordsize="5026,2">
              <v:shape style="position:absolute;left:744;top:14350;width:5026;height:2" coordorigin="744,14350" coordsize="5026,0" path="m744,14350l5770,14350e" filled="f" stroked="t" strokeweight=".9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88.479980pt;margin-top:10.56pt;width:.96pt;height:780.480023pt;mso-position-horizontal-relative:page;mso-position-vertical-relative:page;z-index:-423" coordorigin="11770,211" coordsize="19,15610">
            <v:group style="position:absolute;left:11774;top:216;width:2;height:15600" coordorigin="11774,216" coordsize="2,15600">
              <v:shape style="position:absolute;left:11774;top:216;width:2;height:15600" coordorigin="11774,216" coordsize="0,15600" path="m11774,15816l11774,216e" filled="f" stroked="t" strokeweight=".48pt" strokecolor="#000000">
                <v:path arrowok="t"/>
              </v:shape>
            </v:group>
            <v:group style="position:absolute;left:11784;top:5976;width:2;height:9840" coordorigin="11784,5976" coordsize="2,9840">
              <v:shape style="position:absolute;left:11784;top:5976;width:2;height:9840" coordorigin="11784,5976" coordsize="0,9840" path="m11784,15816l11784,5976e" filled="f" stroked="t" strokeweight=".48pt" strokecolor="#000000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41" w:after="0" w:line="240" w:lineRule="auto"/>
        <w:ind w:left="7126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9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6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3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8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4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5"/>
        </w:rPr>
        <w:t>J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4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N</w:t>
      </w:r>
      <w:r>
        <w:rPr>
          <w:rFonts w:ascii="Arial" w:hAnsi="Arial" w:cs="Arial" w:eastAsia="Arial"/>
          <w:sz w:val="15"/>
          <w:szCs w:val="15"/>
          <w:spacing w:val="23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    </w:t>
      </w:r>
      <w:r>
        <w:rPr>
          <w:rFonts w:ascii="Arial" w:hAnsi="Arial" w:cs="Arial" w:eastAsia="Arial"/>
          <w:sz w:val="15"/>
          <w:szCs w:val="15"/>
          <w:spacing w:val="10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9"/>
        </w:rPr>
        <w:t>1</w:t>
      </w:r>
      <w:r>
        <w:rPr>
          <w:rFonts w:ascii="Arial" w:hAnsi="Arial" w:cs="Arial" w:eastAsia="Arial"/>
          <w:sz w:val="15"/>
          <w:szCs w:val="15"/>
          <w:spacing w:val="24"/>
          <w:w w:val="6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9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9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9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9"/>
        </w:rPr>
        <w:t>   </w:t>
      </w:r>
      <w:r>
        <w:rPr>
          <w:rFonts w:ascii="Arial" w:hAnsi="Arial" w:cs="Arial" w:eastAsia="Arial"/>
          <w:sz w:val="15"/>
          <w:szCs w:val="15"/>
          <w:spacing w:val="23"/>
          <w:w w:val="6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51"/>
          <w:b/>
          <w:bCs/>
        </w:rPr>
        <w:t>49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64"/>
        <w:jc w:val="right"/>
        <w:tabs>
          <w:tab w:pos="940" w:val="left"/>
          <w:tab w:pos="260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339.119995pt;margin-top:8.029118pt;width:48.239999pt;height:.1pt;mso-position-horizontal-relative:page;mso-position-vertical-relative:paragraph;z-index:-422" coordorigin="6782,161" coordsize="965,2">
            <v:shape style="position:absolute;left:6782;top:161;width:965;height:2" coordorigin="6782,161" coordsize="965,0" path="m6782,161l7747,161e" filled="f" stroked="t" strokeweight=".2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9"/>
          <w:szCs w:val="9"/>
        </w:rPr>
      </w:r>
      <w:r>
        <w:rPr>
          <w:rFonts w:ascii="Times New Roman" w:hAnsi="Times New Roman" w:cs="Times New Roman" w:eastAsia="Times New Roman"/>
          <w:sz w:val="9"/>
          <w:szCs w:val="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9"/>
          <w:szCs w:val="9"/>
          <w:u w:val="single" w:color="000000"/>
        </w:rPr>
        <w:tab/>
      </w:r>
      <w:r>
        <w:rPr>
          <w:rFonts w:ascii="Times New Roman" w:hAnsi="Times New Roman" w:cs="Times New Roman" w:eastAsia="Times New Roman"/>
          <w:sz w:val="9"/>
          <w:szCs w:val="9"/>
          <w:u w:val="single" w:color="000000"/>
        </w:rPr>
      </w:r>
      <w:r>
        <w:rPr>
          <w:rFonts w:ascii="Times New Roman" w:hAnsi="Times New Roman" w:cs="Times New Roman" w:eastAsia="Times New Roman"/>
          <w:sz w:val="9"/>
          <w:szCs w:val="9"/>
        </w:rPr>
      </w:r>
      <w:r>
        <w:rPr>
          <w:rFonts w:ascii="Times New Roman" w:hAnsi="Times New Roman" w:cs="Times New Roman" w:eastAsia="Times New Roman"/>
          <w:sz w:val="9"/>
          <w:szCs w:val="9"/>
        </w:rPr>
        <w:t>     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204"/>
        </w:rPr>
        <w:t>..................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204"/>
        </w:rPr>
        <w:t>  </w:t>
      </w:r>
      <w:r>
        <w:rPr>
          <w:rFonts w:ascii="Times New Roman" w:hAnsi="Times New Roman" w:cs="Times New Roman" w:eastAsia="Times New Roman"/>
          <w:sz w:val="9"/>
          <w:szCs w:val="9"/>
          <w:spacing w:val="36"/>
          <w:w w:val="2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36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367"/>
        </w:rPr>
        <w:t>---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sectPr>
      <w:type w:val="continuous"/>
      <w:pgSz w:w="11920" w:h="16860"/>
      <w:pgMar w:top="460" w:bottom="280" w:left="10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ncc.hursley.ibm/" TargetMode="External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hyperlink" Target="mailto:roger@fc.net" TargetMode="External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hyperlink" Target="mailto:market@sbridge.com" TargetMode="External"/><Relationship Id="rId19" Type="http://schemas.openxmlformats.org/officeDocument/2006/relationships/image" Target="media/image12.png"/><Relationship Id="rId20" Type="http://schemas.openxmlformats.org/officeDocument/2006/relationships/image" Target="media/image1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2012-07-24T22:48:54Z</dcterms:created>
  <dcterms:modified xsi:type="dcterms:W3CDTF">2012-07-24T22:48:54Z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2012-07-25T00:00:00Z</vt:filetime>
  </property>
</Properties>
</file>